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6A" w:rsidRPr="008865DD" w:rsidRDefault="00B96616" w:rsidP="00B96616">
      <w:pPr>
        <w:snapToGrid w:val="0"/>
        <w:spacing w:line="240" w:lineRule="auto"/>
        <w:rPr>
          <w:rFonts w:ascii="微軟正黑體" w:eastAsia="微軟正黑體" w:hAnsi="微軟正黑體"/>
        </w:rPr>
      </w:pPr>
      <w:r w:rsidRPr="008865DD">
        <w:rPr>
          <w:rFonts w:ascii="微軟正黑體" w:eastAsia="微軟正黑體" w:hAnsi="微軟正黑體" w:hint="eastAsia"/>
          <w:sz w:val="28"/>
          <w:szCs w:val="28"/>
        </w:rPr>
        <w:t>內壢國中</w:t>
      </w:r>
      <w:r w:rsidRPr="008865DD">
        <w:rPr>
          <w:rFonts w:ascii="微軟正黑體" w:eastAsia="微軟正黑體" w:hAnsi="微軟正黑體" w:hint="eastAsia"/>
          <w:sz w:val="36"/>
          <w:szCs w:val="36"/>
        </w:rPr>
        <w:t>10</w:t>
      </w:r>
      <w:r w:rsidR="008A6025" w:rsidRPr="008865DD">
        <w:rPr>
          <w:rFonts w:ascii="微軟正黑體" w:eastAsia="微軟正黑體" w:hAnsi="微軟正黑體" w:hint="eastAsia"/>
          <w:sz w:val="36"/>
          <w:szCs w:val="36"/>
        </w:rPr>
        <w:t>4</w:t>
      </w:r>
      <w:r w:rsidRPr="008865DD">
        <w:rPr>
          <w:rFonts w:ascii="微軟正黑體" w:eastAsia="微軟正黑體" w:hAnsi="微軟正黑體" w:hint="eastAsia"/>
          <w:sz w:val="28"/>
          <w:szCs w:val="28"/>
        </w:rPr>
        <w:t>學年度第</w:t>
      </w:r>
      <w:r w:rsidR="008A6025" w:rsidRPr="008865DD">
        <w:rPr>
          <w:rFonts w:ascii="微軟正黑體" w:eastAsia="微軟正黑體" w:hAnsi="微軟正黑體" w:hint="eastAsia"/>
          <w:sz w:val="36"/>
          <w:szCs w:val="36"/>
        </w:rPr>
        <w:t>1</w:t>
      </w:r>
      <w:r w:rsidRPr="008865DD">
        <w:rPr>
          <w:rFonts w:ascii="微軟正黑體" w:eastAsia="微軟正黑體" w:hAnsi="微軟正黑體" w:hint="eastAsia"/>
          <w:sz w:val="28"/>
          <w:szCs w:val="28"/>
        </w:rPr>
        <w:t>學期第</w:t>
      </w:r>
      <w:r w:rsidRPr="008865DD">
        <w:rPr>
          <w:rFonts w:ascii="微軟正黑體" w:eastAsia="微軟正黑體" w:hAnsi="微軟正黑體" w:hint="eastAsia"/>
          <w:sz w:val="36"/>
          <w:szCs w:val="36"/>
        </w:rPr>
        <w:t>1</w:t>
      </w:r>
      <w:r w:rsidRPr="008865DD">
        <w:rPr>
          <w:rFonts w:ascii="微軟正黑體" w:eastAsia="微軟正黑體" w:hAnsi="微軟正黑體" w:hint="eastAsia"/>
          <w:sz w:val="28"/>
          <w:szCs w:val="28"/>
        </w:rPr>
        <w:t>次段考</w:t>
      </w:r>
      <w:r w:rsidR="008A6025" w:rsidRPr="008865DD">
        <w:rPr>
          <w:rFonts w:ascii="微軟正黑體" w:eastAsia="微軟正黑體" w:hAnsi="微軟正黑體" w:hint="eastAsia"/>
          <w:sz w:val="36"/>
          <w:szCs w:val="36"/>
        </w:rPr>
        <w:t>7</w:t>
      </w:r>
      <w:r w:rsidRPr="008865DD">
        <w:rPr>
          <w:rFonts w:ascii="微軟正黑體" w:eastAsia="微軟正黑體" w:hAnsi="微軟正黑體" w:hint="eastAsia"/>
          <w:sz w:val="28"/>
          <w:szCs w:val="28"/>
        </w:rPr>
        <w:t>年級</w:t>
      </w:r>
      <w:r w:rsidRPr="008865DD">
        <w:rPr>
          <w:rFonts w:ascii="微軟正黑體" w:eastAsia="微軟正黑體" w:hAnsi="微軟正黑體" w:hint="eastAsia"/>
          <w:sz w:val="36"/>
          <w:szCs w:val="36"/>
        </w:rPr>
        <w:t>歷史科</w:t>
      </w:r>
      <w:r w:rsidRPr="008865DD">
        <w:rPr>
          <w:rFonts w:ascii="微軟正黑體" w:eastAsia="微軟正黑體" w:hAnsi="微軟正黑體" w:hint="eastAsia"/>
          <w:sz w:val="28"/>
          <w:szCs w:val="28"/>
        </w:rPr>
        <w:t>試卷</w:t>
      </w:r>
      <w:r w:rsidR="00012E48" w:rsidRPr="008865DD">
        <w:rPr>
          <w:rFonts w:ascii="微軟正黑體" w:eastAsia="微軟正黑體" w:hAnsi="微軟正黑體" w:hint="eastAsia"/>
        </w:rPr>
        <w:t xml:space="preserve"> </w:t>
      </w:r>
      <w:r w:rsidR="0016426A" w:rsidRPr="008865DD">
        <w:rPr>
          <w:rFonts w:ascii="微軟正黑體" w:eastAsia="微軟正黑體" w:hAnsi="微軟正黑體" w:hint="eastAsia"/>
        </w:rPr>
        <w:t xml:space="preserve">    班級      座號       姓名</w:t>
      </w:r>
    </w:p>
    <w:p w:rsidR="00B96616" w:rsidRPr="00746986" w:rsidRDefault="00B96616" w:rsidP="00C45A61">
      <w:pPr>
        <w:tabs>
          <w:tab w:val="left" w:pos="360"/>
        </w:tabs>
        <w:snapToGrid w:val="0"/>
        <w:spacing w:line="440" w:lineRule="exact"/>
        <w:rPr>
          <w:rFonts w:ascii="微軟正黑體" w:eastAsia="微軟正黑體" w:hAnsi="微軟正黑體"/>
        </w:rPr>
      </w:pPr>
      <w:r w:rsidRPr="00746986">
        <w:rPr>
          <w:rFonts w:ascii="微軟正黑體" w:eastAsia="微軟正黑體" w:hAnsi="微軟正黑體" w:hint="eastAsia"/>
        </w:rPr>
        <w:t>選擇題</w:t>
      </w:r>
      <w:r w:rsidR="00DD61FC">
        <w:rPr>
          <w:rFonts w:ascii="微軟正黑體" w:eastAsia="微軟正黑體" w:hAnsi="微軟正黑體" w:hint="eastAsia"/>
        </w:rPr>
        <w:t>4</w:t>
      </w:r>
      <w:r w:rsidR="00DD61FC" w:rsidRPr="00746986">
        <w:rPr>
          <w:rFonts w:ascii="微軟正黑體" w:eastAsia="微軟正黑體" w:hAnsi="微軟正黑體" w:hint="eastAsia"/>
        </w:rPr>
        <w:t>0題，</w:t>
      </w:r>
      <w:r w:rsidR="00FE250C" w:rsidRPr="00746986">
        <w:rPr>
          <w:rFonts w:ascii="微軟正黑體" w:eastAsia="微軟正黑體" w:hAnsi="微軟正黑體" w:hint="eastAsia"/>
        </w:rPr>
        <w:t>每題</w:t>
      </w:r>
      <w:r w:rsidR="00DD61FC">
        <w:rPr>
          <w:rFonts w:ascii="微軟正黑體" w:eastAsia="微軟正黑體" w:hAnsi="微軟正黑體" w:hint="eastAsia"/>
        </w:rPr>
        <w:t>1~</w:t>
      </w:r>
      <w:r w:rsidR="00BE630F">
        <w:rPr>
          <w:rFonts w:ascii="微軟正黑體" w:eastAsia="微軟正黑體" w:hAnsi="微軟正黑體" w:hint="eastAsia"/>
        </w:rPr>
        <w:t>2</w:t>
      </w:r>
      <w:r w:rsidR="00DD61FC">
        <w:rPr>
          <w:rFonts w:ascii="微軟正黑體" w:eastAsia="微軟正黑體" w:hAnsi="微軟正黑體" w:hint="eastAsia"/>
        </w:rPr>
        <w:t>0題每題</w:t>
      </w:r>
      <w:r w:rsidR="00FE250C" w:rsidRPr="00746986">
        <w:rPr>
          <w:rFonts w:ascii="微軟正黑體" w:eastAsia="微軟正黑體" w:hAnsi="微軟正黑體" w:hint="eastAsia"/>
        </w:rPr>
        <w:t>2分</w:t>
      </w:r>
      <w:r w:rsidR="00BE630F">
        <w:rPr>
          <w:rFonts w:ascii="微軟正黑體" w:eastAsia="微軟正黑體" w:hAnsi="微軟正黑體" w:hint="eastAsia"/>
        </w:rPr>
        <w:t>2</w:t>
      </w:r>
      <w:r w:rsidR="00DD61FC">
        <w:rPr>
          <w:rFonts w:ascii="微軟正黑體" w:eastAsia="微軟正黑體" w:hAnsi="微軟正黑體" w:hint="eastAsia"/>
        </w:rPr>
        <w:t>1至40題每題3分</w:t>
      </w:r>
      <w:r w:rsidR="00FE250C" w:rsidRPr="00746986">
        <w:rPr>
          <w:rFonts w:ascii="微軟正黑體" w:eastAsia="微軟正黑體" w:hAnsi="微軟正黑體" w:hint="eastAsia"/>
        </w:rPr>
        <w:t>，共100分。</w:t>
      </w:r>
    </w:p>
    <w:p w:rsidR="0018454D" w:rsidRDefault="00BE630F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6041390</wp:posOffset>
            </wp:positionH>
            <wp:positionV relativeFrom="paragraph">
              <wp:posOffset>1013460</wp:posOffset>
            </wp:positionV>
            <wp:extent cx="1978660" cy="3695700"/>
            <wp:effectExtent l="19050" t="0" r="2540" b="0"/>
            <wp:wrapSquare wrapText="bothSides"/>
            <wp:docPr id="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54D">
        <w:rPr>
          <w:rFonts w:ascii="微軟正黑體" w:eastAsia="微軟正黑體" w:hAnsi="微軟正黑體" w:hint="eastAsia"/>
        </w:rPr>
        <w:t>考古學者在臺灣某個史前文化遺址發現：「一</w:t>
      </w:r>
      <w:r w:rsidR="0018454D" w:rsidRPr="00A96000">
        <w:rPr>
          <w:rFonts w:ascii="微軟正黑體" w:eastAsia="微軟正黑體" w:hAnsi="微軟正黑體" w:hint="eastAsia"/>
        </w:rPr>
        <w:t>些石板棺擁有極為講究的棺槨結構與豐富的陪葬品，例如一具長183公分的家族墓葬中</w:t>
      </w:r>
      <w:r w:rsidR="0018454D">
        <w:rPr>
          <w:rFonts w:ascii="微軟正黑體" w:eastAsia="微軟正黑體" w:hAnsi="微軟正黑體" w:hint="eastAsia"/>
        </w:rPr>
        <w:t>有武器、工具、玉器、陶器等陪葬品共計</w:t>
      </w:r>
      <w:r w:rsidR="0018454D" w:rsidRPr="00A96000">
        <w:rPr>
          <w:rFonts w:ascii="微軟正黑體" w:eastAsia="微軟正黑體" w:hAnsi="微軟正黑體" w:hint="eastAsia"/>
        </w:rPr>
        <w:t>4,449件</w:t>
      </w:r>
      <w:r w:rsidR="0018454D">
        <w:rPr>
          <w:rFonts w:ascii="微軟正黑體" w:eastAsia="微軟正黑體" w:hAnsi="微軟正黑體" w:hint="eastAsia"/>
        </w:rPr>
        <w:t>；</w:t>
      </w:r>
      <w:r w:rsidR="0018454D" w:rsidRPr="00A96000">
        <w:rPr>
          <w:rFonts w:ascii="微軟正黑體" w:eastAsia="微軟正黑體" w:hAnsi="微軟正黑體" w:hint="eastAsia"/>
        </w:rPr>
        <w:t>但</w:t>
      </w:r>
      <w:r w:rsidR="0018454D">
        <w:rPr>
          <w:rFonts w:ascii="微軟正黑體" w:eastAsia="微軟正黑體" w:hAnsi="微軟正黑體" w:hint="eastAsia"/>
        </w:rPr>
        <w:t>另一些</w:t>
      </w:r>
      <w:r w:rsidR="0018454D" w:rsidRPr="00A96000">
        <w:rPr>
          <w:rFonts w:ascii="微軟正黑體" w:eastAsia="微軟正黑體" w:hAnsi="微軟正黑體" w:hint="eastAsia"/>
        </w:rPr>
        <w:t>石板棺完全沒有陪葬品。</w:t>
      </w:r>
      <w:r w:rsidR="0018454D">
        <w:rPr>
          <w:rFonts w:ascii="微軟正黑體" w:eastAsia="微軟正黑體" w:hAnsi="微軟正黑體" w:hint="eastAsia"/>
        </w:rPr>
        <w:t>」造成上述差異的原因為何</w:t>
      </w:r>
      <w:r w:rsidR="0018454D" w:rsidRPr="00A96000">
        <w:rPr>
          <w:rFonts w:ascii="微軟正黑體" w:eastAsia="微軟正黑體" w:hAnsi="微軟正黑體" w:hint="eastAsia"/>
        </w:rPr>
        <w:t>？</w:t>
      </w:r>
      <w:r w:rsidR="0018454D">
        <w:rPr>
          <w:rFonts w:ascii="微軟正黑體" w:eastAsia="微軟正黑體" w:hAnsi="微軟正黑體" w:hint="eastAsia"/>
        </w:rPr>
        <w:t xml:space="preserve"> </w:t>
      </w:r>
      <w:r w:rsidR="0018454D" w:rsidRPr="00A96000">
        <w:rPr>
          <w:rFonts w:ascii="微軟正黑體" w:eastAsia="微軟正黑體" w:hAnsi="微軟正黑體" w:hint="eastAsia"/>
        </w:rPr>
        <w:t>A</w:t>
      </w:r>
      <w:r w:rsidR="0018454D">
        <w:rPr>
          <w:rFonts w:ascii="微軟正黑體" w:eastAsia="微軟正黑體" w:hAnsi="微軟正黑體" w:hint="eastAsia"/>
        </w:rPr>
        <w:t>此文化的工藝水準高</w:t>
      </w:r>
      <w:r w:rsidR="0018454D" w:rsidRPr="00A96000">
        <w:rPr>
          <w:rFonts w:ascii="微軟正黑體" w:eastAsia="微軟正黑體" w:hAnsi="微軟正黑體" w:hint="eastAsia"/>
        </w:rPr>
        <w:t xml:space="preserve"> B</w:t>
      </w:r>
      <w:r w:rsidR="0018454D">
        <w:rPr>
          <w:rFonts w:ascii="微軟正黑體" w:eastAsia="微軟正黑體" w:hAnsi="微軟正黑體" w:hint="eastAsia"/>
        </w:rPr>
        <w:t>此文化具有社會階層區別</w:t>
      </w:r>
      <w:r w:rsidR="0018454D" w:rsidRPr="00A96000">
        <w:rPr>
          <w:rFonts w:ascii="微軟正黑體" w:eastAsia="微軟正黑體" w:hAnsi="微軟正黑體" w:hint="eastAsia"/>
        </w:rPr>
        <w:t xml:space="preserve"> C</w:t>
      </w:r>
      <w:r w:rsidR="0018454D">
        <w:rPr>
          <w:rFonts w:ascii="微軟正黑體" w:eastAsia="微軟正黑體" w:hAnsi="微軟正黑體" w:hint="eastAsia"/>
        </w:rPr>
        <w:t>此文化的農業生產技術進步</w:t>
      </w:r>
      <w:r w:rsidR="0018454D" w:rsidRPr="00A96000">
        <w:rPr>
          <w:rFonts w:ascii="微軟正黑體" w:eastAsia="微軟正黑體" w:hAnsi="微軟正黑體" w:hint="eastAsia"/>
        </w:rPr>
        <w:t xml:space="preserve"> D</w:t>
      </w:r>
      <w:r w:rsidR="00F06900">
        <w:rPr>
          <w:rFonts w:ascii="微軟正黑體" w:eastAsia="微軟正黑體" w:hAnsi="微軟正黑體" w:hint="eastAsia"/>
        </w:rPr>
        <w:t>此文化與其他地區有貿易往來</w:t>
      </w:r>
    </w:p>
    <w:p w:rsidR="00BE630F" w:rsidRDefault="0018454D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E630F">
        <w:rPr>
          <w:rFonts w:ascii="微軟正黑體" w:eastAsia="微軟正黑體" w:hAnsi="微軟正黑體" w:hint="eastAsia"/>
        </w:rPr>
        <w:t>承上題，該考古遺址應該在右圖何處？A甲 B乙 C丙 D丁</w:t>
      </w:r>
    </w:p>
    <w:p w:rsidR="00D30498" w:rsidRDefault="00D30498" w:rsidP="00D30498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E630F">
        <w:rPr>
          <w:rFonts w:ascii="微軟正黑體" w:eastAsia="微軟正黑體" w:hAnsi="微軟正黑體" w:hint="eastAsia"/>
        </w:rPr>
        <w:t>右圖哪個史前文化可以看到貝塚遺跡？A甲 B乙 C丙 D丁</w:t>
      </w:r>
    </w:p>
    <w:p w:rsidR="00BE630F" w:rsidRDefault="00C43A5A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E630F">
        <w:rPr>
          <w:rFonts w:ascii="微軟正黑體" w:eastAsia="微軟正黑體" w:hAnsi="微軟正黑體" w:hint="eastAsia"/>
        </w:rPr>
        <w:t>右圖哪個史前文化屬於舊石器時代</w:t>
      </w:r>
      <w:r w:rsidR="00BC1E2F" w:rsidRPr="00BE630F">
        <w:rPr>
          <w:rFonts w:ascii="微軟正黑體" w:eastAsia="微軟正黑體" w:hAnsi="微軟正黑體" w:hint="eastAsia"/>
        </w:rPr>
        <w:t>？A</w:t>
      </w:r>
      <w:r w:rsidRPr="00BE630F">
        <w:rPr>
          <w:rFonts w:ascii="微軟正黑體" w:eastAsia="微軟正黑體" w:hAnsi="微軟正黑體" w:hint="eastAsia"/>
        </w:rPr>
        <w:t>甲</w:t>
      </w:r>
      <w:r w:rsidR="00BC1E2F" w:rsidRPr="00BE630F">
        <w:rPr>
          <w:rFonts w:ascii="微軟正黑體" w:eastAsia="微軟正黑體" w:hAnsi="微軟正黑體" w:hint="eastAsia"/>
        </w:rPr>
        <w:t xml:space="preserve"> B</w:t>
      </w:r>
      <w:r w:rsidRPr="00BE630F">
        <w:rPr>
          <w:rFonts w:ascii="微軟正黑體" w:eastAsia="微軟正黑體" w:hAnsi="微軟正黑體" w:hint="eastAsia"/>
        </w:rPr>
        <w:t>乙</w:t>
      </w:r>
      <w:r w:rsidR="00BC1E2F" w:rsidRPr="00BE630F">
        <w:rPr>
          <w:rFonts w:ascii="微軟正黑體" w:eastAsia="微軟正黑體" w:hAnsi="微軟正黑體" w:hint="eastAsia"/>
        </w:rPr>
        <w:t xml:space="preserve"> C</w:t>
      </w:r>
      <w:r w:rsidRPr="00BE630F">
        <w:rPr>
          <w:rFonts w:ascii="微軟正黑體" w:eastAsia="微軟正黑體" w:hAnsi="微軟正黑體" w:hint="eastAsia"/>
        </w:rPr>
        <w:t>丙</w:t>
      </w:r>
      <w:r w:rsidR="00BC1E2F" w:rsidRPr="00BE630F">
        <w:rPr>
          <w:rFonts w:ascii="微軟正黑體" w:eastAsia="微軟正黑體" w:hAnsi="微軟正黑體" w:hint="eastAsia"/>
        </w:rPr>
        <w:t xml:space="preserve"> D</w:t>
      </w:r>
      <w:r w:rsidRPr="00BE630F">
        <w:rPr>
          <w:rFonts w:ascii="微軟正黑體" w:eastAsia="微軟正黑體" w:hAnsi="微軟正黑體" w:hint="eastAsia"/>
        </w:rPr>
        <w:t>丁</w:t>
      </w:r>
    </w:p>
    <w:p w:rsidR="00C43A5A" w:rsidRPr="00BE630F" w:rsidRDefault="00C43A5A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E630F">
        <w:rPr>
          <w:rFonts w:ascii="微軟正黑體" w:eastAsia="微軟正黑體" w:hAnsi="微軟正黑體" w:hint="eastAsia"/>
        </w:rPr>
        <w:t>右圖哪個史前文化的時代距離今天最近？A甲 B乙 C丙 D丁</w:t>
      </w:r>
    </w:p>
    <w:p w:rsidR="00751929" w:rsidRPr="00F91B8F" w:rsidRDefault="00751929" w:rsidP="0075192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F91B8F">
        <w:rPr>
          <w:rFonts w:ascii="微軟正黑體" w:eastAsia="微軟正黑體" w:hAnsi="微軟正黑體" w:hint="eastAsia"/>
        </w:rPr>
        <w:t>三貂角臨近新北市與宜蘭縣交界處，是臺灣本島最東邊的岬角，原名叫</w:t>
      </w:r>
      <w:r w:rsidRPr="00F91B8F">
        <w:rPr>
          <w:rFonts w:ascii="微軟正黑體" w:eastAsia="微軟正黑體" w:hAnsi="微軟正黑體"/>
        </w:rPr>
        <w:t>San Diego</w:t>
      </w:r>
      <w:r w:rsidRPr="00F91B8F">
        <w:rPr>
          <w:rFonts w:ascii="微軟正黑體" w:eastAsia="微軟正黑體" w:hAnsi="微軟正黑體" w:hint="eastAsia"/>
        </w:rPr>
        <w:t>，是由17世紀殖民此地的外國人所命名。</w:t>
      </w:r>
      <w:r w:rsidRPr="00F91B8F">
        <w:rPr>
          <w:rFonts w:ascii="微軟正黑體" w:eastAsia="微軟正黑體" w:hAnsi="微軟正黑體"/>
        </w:rPr>
        <w:t>San Diego</w:t>
      </w:r>
      <w:r w:rsidRPr="00F91B8F">
        <w:rPr>
          <w:rFonts w:ascii="微軟正黑體" w:eastAsia="微軟正黑體" w:hAnsi="微軟正黑體" w:hint="eastAsia"/>
        </w:rPr>
        <w:t>這個名字曾是哪個國家統治臺灣的痕跡？A葡萄牙 B西班牙 C荷蘭 D</w:t>
      </w:r>
      <w:r>
        <w:rPr>
          <w:rFonts w:ascii="微軟正黑體" w:eastAsia="微軟正黑體" w:hAnsi="微軟正黑體" w:hint="eastAsia"/>
        </w:rPr>
        <w:t>英國</w:t>
      </w:r>
    </w:p>
    <w:p w:rsidR="00751929" w:rsidRDefault="00751929" w:rsidP="0075192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B15CC">
        <w:rPr>
          <w:rFonts w:ascii="微軟正黑體" w:eastAsia="微軟正黑體" w:hAnsi="微軟正黑體" w:hint="eastAsia"/>
        </w:rPr>
        <w:t>臺灣原住民擁有強健的體格和堅忍的耐力，熟悉熱帶山地和森林環境，因此臺灣的統治者在某場戰爭中徵召原住民組成「高砂義勇隊」參加作戰，根據此一名稱判斷當時徵召原住民作戰的統治者是誰？A荷蘭東印度公司駐臺長官 B清帝國臺灣巡撫 C日本帝國臺灣總督 D中華民國政府</w:t>
      </w:r>
      <w:r>
        <w:rPr>
          <w:rFonts w:ascii="微軟正黑體" w:eastAsia="微軟正黑體" w:hAnsi="微軟正黑體" w:hint="eastAsia"/>
        </w:rPr>
        <w:t>國防部長</w:t>
      </w:r>
    </w:p>
    <w:p w:rsidR="00BC1E2F" w:rsidRPr="00746986" w:rsidRDefault="008C7D4C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以下何者為平埔族的特徵</w:t>
      </w:r>
      <w:r w:rsidR="00BC1E2F"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="00BC1E2F"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主要</w:t>
      </w:r>
      <w:r w:rsidR="00BE1C3C">
        <w:rPr>
          <w:rFonts w:ascii="微軟正黑體" w:eastAsia="微軟正黑體" w:hAnsi="微軟正黑體" w:hint="eastAsia"/>
        </w:rPr>
        <w:t>分布</w:t>
      </w:r>
      <w:r>
        <w:rPr>
          <w:rFonts w:ascii="微軟正黑體" w:eastAsia="微軟正黑體" w:hAnsi="微軟正黑體" w:hint="eastAsia"/>
        </w:rPr>
        <w:t>在中央山脈</w:t>
      </w:r>
      <w:r w:rsidR="001D4333">
        <w:rPr>
          <w:rFonts w:ascii="微軟正黑體" w:eastAsia="微軟正黑體" w:hAnsi="微軟正黑體" w:hint="eastAsia"/>
        </w:rPr>
        <w:t>及其東側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 w:rsidR="008A20F1">
        <w:rPr>
          <w:rFonts w:ascii="微軟正黑體" w:eastAsia="微軟正黑體" w:hAnsi="微軟正黑體" w:hint="eastAsia"/>
        </w:rPr>
        <w:t>農地、獵場為貴族所有，平民</w:t>
      </w:r>
      <w:r w:rsidR="001D4333">
        <w:rPr>
          <w:rFonts w:ascii="微軟正黑體" w:eastAsia="微軟正黑體" w:hAnsi="微軟正黑體" w:hint="eastAsia"/>
        </w:rPr>
        <w:t>必</w:t>
      </w:r>
      <w:r w:rsidR="008A20F1">
        <w:rPr>
          <w:rFonts w:ascii="微軟正黑體" w:eastAsia="微軟正黑體" w:hAnsi="微軟正黑體" w:hint="eastAsia"/>
        </w:rPr>
        <w:t>須向貴族服勞役及繳租稅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 w:rsidR="008A20F1">
        <w:rPr>
          <w:rFonts w:ascii="微軟正黑體" w:eastAsia="微軟正黑體" w:hAnsi="微軟正黑體" w:hint="eastAsia"/>
        </w:rPr>
        <w:t>大多是父系社會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 w:rsidR="008A20F1">
        <w:rPr>
          <w:rFonts w:ascii="微軟正黑體" w:eastAsia="微軟正黑體" w:hAnsi="微軟正黑體" w:hint="eastAsia"/>
        </w:rPr>
        <w:t>與漢人接觸較早，大多已經漢化</w:t>
      </w:r>
    </w:p>
    <w:p w:rsidR="00751929" w:rsidRPr="00746986" w:rsidRDefault="00751929" w:rsidP="0075192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656A9">
        <w:rPr>
          <w:rFonts w:ascii="微軟正黑體" w:eastAsia="微軟正黑體" w:hAnsi="微軟正黑體" w:hint="eastAsia"/>
        </w:rPr>
        <w:t>臺灣西南部發掘的蔦松文化出土物品包括素面紅陶、黑色泥質小陶罐、網墜、紡輪、石刀、石錘、鐵刀、鐵簇，以及外形酷似鳥頭狀用途不明的器物。此文化遺址應該與下列哪個文化屬於同一個時代？A長濱文化 B大坌坑文化 C十三行文化 D卑南文化</w:t>
      </w:r>
    </w:p>
    <w:p w:rsidR="00171325" w:rsidRPr="00746986" w:rsidRDefault="00171325" w:rsidP="00171325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十七世紀西方國家佔領臺灣的最主要原因為何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奪取臺灣豐富的天然資源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將臺灣作為貿易據點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招募漢人來臺灣開墾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將本國人民移居到臺灣減輕人口壓力</w:t>
      </w:r>
    </w:p>
    <w:p w:rsidR="00347FA4" w:rsidRPr="00171325" w:rsidRDefault="00171325" w:rsidP="00347FA4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5603240</wp:posOffset>
            </wp:positionH>
            <wp:positionV relativeFrom="paragraph">
              <wp:posOffset>226060</wp:posOffset>
            </wp:positionV>
            <wp:extent cx="2676525" cy="3562350"/>
            <wp:effectExtent l="19050" t="0" r="9525" b="0"/>
            <wp:wrapSquare wrapText="bothSides"/>
            <wp:docPr id="10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FA4" w:rsidRPr="00171325">
        <w:rPr>
          <w:rFonts w:ascii="微軟正黑體" w:eastAsia="微軟正黑體" w:hAnsi="微軟正黑體" w:hint="eastAsia"/>
        </w:rPr>
        <w:t>17世紀葡萄牙人亞洲貿易據點是在右圖</w:t>
      </w:r>
      <w:r w:rsidR="00BA17A4" w:rsidRPr="00171325">
        <w:rPr>
          <w:rFonts w:ascii="微軟正黑體" w:eastAsia="微軟正黑體" w:hAnsi="微軟正黑體" w:hint="eastAsia"/>
        </w:rPr>
        <w:t>哪</w:t>
      </w:r>
      <w:r w:rsidR="00347FA4" w:rsidRPr="00171325">
        <w:rPr>
          <w:rFonts w:ascii="微軟正黑體" w:eastAsia="微軟正黑體" w:hAnsi="微軟正黑體" w:hint="eastAsia"/>
        </w:rPr>
        <w:t>個代號所在位置？</w:t>
      </w:r>
    </w:p>
    <w:p w:rsidR="00347FA4" w:rsidRDefault="00347FA4" w:rsidP="00347FA4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最早佔領臺灣的國家在</w:t>
      </w:r>
      <w:r w:rsidR="00BE2583">
        <w:rPr>
          <w:rFonts w:ascii="微軟正黑體" w:eastAsia="微軟正黑體" w:hAnsi="微軟正黑體" w:hint="eastAsia"/>
        </w:rPr>
        <w:t>亞洲</w:t>
      </w:r>
      <w:r>
        <w:rPr>
          <w:rFonts w:ascii="微軟正黑體" w:eastAsia="微軟正黑體" w:hAnsi="微軟正黑體" w:hint="eastAsia"/>
        </w:rPr>
        <w:t>的貿易據點位於右圖何處</w:t>
      </w:r>
      <w:r w:rsidRPr="00746986">
        <w:rPr>
          <w:rFonts w:ascii="微軟正黑體" w:eastAsia="微軟正黑體" w:hAnsi="微軟正黑體" w:hint="eastAsia"/>
        </w:rPr>
        <w:t>？</w:t>
      </w:r>
    </w:p>
    <w:p w:rsidR="00BC1E2F" w:rsidRDefault="00DC747F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清領時期臺灣原住民分為哪兩類</w:t>
      </w:r>
      <w:r w:rsidR="00BC1E2F"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平埔族、高砂族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 w:rsidR="0075452E">
        <w:rPr>
          <w:rFonts w:ascii="微軟正黑體" w:eastAsia="微軟正黑體" w:hAnsi="微軟正黑體" w:hint="eastAsia"/>
        </w:rPr>
        <w:t>平埔蕃、高砂蕃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 w:rsidR="0075452E">
        <w:rPr>
          <w:rFonts w:ascii="微軟正黑體" w:eastAsia="微軟正黑體" w:hAnsi="微軟正黑體" w:hint="eastAsia"/>
        </w:rPr>
        <w:t>生番、熟番</w:t>
      </w:r>
      <w:r w:rsidR="00BC1E2F" w:rsidRPr="00746986">
        <w:rPr>
          <w:rFonts w:ascii="微軟正黑體" w:eastAsia="微軟正黑體" w:hAnsi="微軟正黑體" w:hint="eastAsia"/>
        </w:rPr>
        <w:t>D</w:t>
      </w:r>
      <w:r>
        <w:rPr>
          <w:rFonts w:ascii="微軟正黑體" w:eastAsia="微軟正黑體" w:hAnsi="微軟正黑體" w:hint="eastAsia"/>
        </w:rPr>
        <w:t>平地原住民、山地原住民</w:t>
      </w:r>
    </w:p>
    <w:p w:rsidR="00BE630F" w:rsidRDefault="00BE630F" w:rsidP="00BE630F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清領時期原住民分類依據為何</w:t>
      </w:r>
      <w:r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是否</w:t>
      </w:r>
      <w:r w:rsidR="007A7C0B">
        <w:rPr>
          <w:rFonts w:ascii="微軟正黑體" w:eastAsia="微軟正黑體" w:hAnsi="微軟正黑體" w:hint="eastAsia"/>
        </w:rPr>
        <w:t>納稅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居住地形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血統差異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是否為母系社會</w:t>
      </w:r>
    </w:p>
    <w:p w:rsidR="007525A1" w:rsidRDefault="007525A1" w:rsidP="007525A1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人類在何時脫離「史前時代」進入「歷史時代」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發明文字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發明農業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出現貿易活動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懂得使用陶器</w:t>
      </w:r>
    </w:p>
    <w:p w:rsidR="00BA64A4" w:rsidRDefault="00BA64A4" w:rsidP="00BA64A4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依據史前文化命名原則，我們可從史前文化遺址的名稱得知什麼</w:t>
      </w:r>
      <w:r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此一</w:t>
      </w:r>
      <w:r w:rsidR="00F06900">
        <w:rPr>
          <w:rFonts w:ascii="微軟正黑體" w:eastAsia="微軟正黑體" w:hAnsi="微軟正黑體" w:hint="eastAsia"/>
        </w:rPr>
        <w:t>文化遺址</w:t>
      </w:r>
      <w:r>
        <w:rPr>
          <w:rFonts w:ascii="微軟正黑體" w:eastAsia="微軟正黑體" w:hAnsi="微軟正黑體" w:hint="eastAsia"/>
        </w:rPr>
        <w:t>的發現者是誰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此一</w:t>
      </w:r>
      <w:r w:rsidR="00F06900">
        <w:rPr>
          <w:rFonts w:ascii="微軟正黑體" w:eastAsia="微軟正黑體" w:hAnsi="微軟正黑體" w:hint="eastAsia"/>
        </w:rPr>
        <w:t>文化遺址</w:t>
      </w:r>
      <w:r>
        <w:rPr>
          <w:rFonts w:ascii="微軟正黑體" w:eastAsia="微軟正黑體" w:hAnsi="微軟正黑體" w:hint="eastAsia"/>
        </w:rPr>
        <w:t>的發現地點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此</w:t>
      </w:r>
      <w:r w:rsidR="00471114">
        <w:rPr>
          <w:rFonts w:ascii="微軟正黑體" w:eastAsia="微軟正黑體" w:hAnsi="微軟正黑體" w:hint="eastAsia"/>
        </w:rPr>
        <w:t>一</w:t>
      </w:r>
      <w:r w:rsidR="00F06900">
        <w:rPr>
          <w:rFonts w:ascii="微軟正黑體" w:eastAsia="微軟正黑體" w:hAnsi="微軟正黑體" w:hint="eastAsia"/>
        </w:rPr>
        <w:t>文化遺址</w:t>
      </w:r>
      <w:r w:rsidR="00471114">
        <w:rPr>
          <w:rFonts w:ascii="微軟正黑體" w:eastAsia="微軟正黑體" w:hAnsi="微軟正黑體" w:hint="eastAsia"/>
        </w:rPr>
        <w:t>距離今天的時間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此一</w:t>
      </w:r>
      <w:r w:rsidR="00F06900">
        <w:rPr>
          <w:rFonts w:ascii="微軟正黑體" w:eastAsia="微軟正黑體" w:hAnsi="微軟正黑體" w:hint="eastAsia"/>
        </w:rPr>
        <w:t>文化遺址</w:t>
      </w:r>
      <w:r>
        <w:rPr>
          <w:rFonts w:ascii="微軟正黑體" w:eastAsia="微軟正黑體" w:hAnsi="微軟正黑體" w:hint="eastAsia"/>
        </w:rPr>
        <w:t>的分布範圍</w:t>
      </w:r>
    </w:p>
    <w:p w:rsidR="007525A1" w:rsidRDefault="007525A1" w:rsidP="007525A1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以下何者是新石器時代人類相較舊石器時代進步的地方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懂得用火</w:t>
      </w:r>
      <w:r w:rsidRPr="00746986">
        <w:rPr>
          <w:rFonts w:ascii="微軟正黑體" w:eastAsia="微軟正黑體" w:hAnsi="微軟正黑體" w:hint="eastAsia"/>
        </w:rPr>
        <w:t xml:space="preserve"> B</w:t>
      </w:r>
      <w:r w:rsidR="00296E11">
        <w:rPr>
          <w:rFonts w:ascii="微軟正黑體" w:eastAsia="微軟正黑體" w:hAnsi="微軟正黑體" w:hint="eastAsia"/>
        </w:rPr>
        <w:t xml:space="preserve">會煉鐵 </w:t>
      </w:r>
      <w:r w:rsidRPr="00746986">
        <w:rPr>
          <w:rFonts w:ascii="微軟正黑體" w:eastAsia="微軟正黑體" w:hAnsi="微軟正黑體" w:hint="eastAsia"/>
        </w:rPr>
        <w:t>C</w:t>
      </w:r>
      <w:r>
        <w:rPr>
          <w:rFonts w:ascii="微軟正黑體" w:eastAsia="微軟正黑體" w:hAnsi="微軟正黑體" w:hint="eastAsia"/>
        </w:rPr>
        <w:t>發明文字</w:t>
      </w:r>
      <w:r w:rsidRPr="00746986">
        <w:rPr>
          <w:rFonts w:ascii="微軟正黑體" w:eastAsia="微軟正黑體" w:hAnsi="微軟正黑體" w:hint="eastAsia"/>
        </w:rPr>
        <w:t xml:space="preserve"> D</w:t>
      </w:r>
      <w:r w:rsidR="00296E11">
        <w:rPr>
          <w:rFonts w:ascii="微軟正黑體" w:eastAsia="微軟正黑體" w:hAnsi="微軟正黑體" w:hint="eastAsia"/>
        </w:rPr>
        <w:t>製作陶器</w:t>
      </w:r>
    </w:p>
    <w:p w:rsidR="00171325" w:rsidRDefault="00171325" w:rsidP="00171325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荷蘭東印度公司如何統治臺灣</w:t>
      </w:r>
      <w:r w:rsidRPr="003227C7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3227C7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給予農具和土地吸引中國的漢人來臺開墾</w:t>
      </w:r>
      <w:r w:rsidRPr="003227C7">
        <w:rPr>
          <w:rFonts w:ascii="微軟正黑體" w:eastAsia="微軟正黑體" w:hAnsi="微軟正黑體" w:hint="eastAsia"/>
        </w:rPr>
        <w:t xml:space="preserve"> B以武力征服原住民後，派遣</w:t>
      </w:r>
      <w:r>
        <w:rPr>
          <w:rFonts w:ascii="微軟正黑體" w:eastAsia="微軟正黑體" w:hAnsi="微軟正黑體" w:hint="eastAsia"/>
        </w:rPr>
        <w:t>荷蘭</w:t>
      </w:r>
      <w:r w:rsidRPr="003227C7">
        <w:rPr>
          <w:rFonts w:ascii="微軟正黑體" w:eastAsia="微軟正黑體" w:hAnsi="微軟正黑體" w:hint="eastAsia"/>
        </w:rPr>
        <w:t>官員</w:t>
      </w:r>
      <w:r>
        <w:rPr>
          <w:rFonts w:ascii="微軟正黑體" w:eastAsia="微軟正黑體" w:hAnsi="微軟正黑體" w:hint="eastAsia"/>
        </w:rPr>
        <w:t>直接治理原住民</w:t>
      </w:r>
      <w:r w:rsidRPr="003227C7">
        <w:rPr>
          <w:rFonts w:ascii="微軟正黑體" w:eastAsia="微軟正黑體" w:hAnsi="微軟正黑體" w:hint="eastAsia"/>
        </w:rPr>
        <w:t xml:space="preserve"> C利用漢人統治原住民，沒收原住民的武器防止叛亂</w:t>
      </w:r>
      <w:r>
        <w:rPr>
          <w:rFonts w:ascii="微軟正黑體" w:eastAsia="微軟正黑體" w:hAnsi="微軟正黑體" w:hint="eastAsia"/>
        </w:rPr>
        <w:t xml:space="preserve"> </w:t>
      </w:r>
      <w:r w:rsidRPr="003227C7">
        <w:rPr>
          <w:rFonts w:ascii="微軟正黑體" w:eastAsia="微軟正黑體" w:hAnsi="微軟正黑體" w:hint="eastAsia"/>
        </w:rPr>
        <w:t>D</w:t>
      </w:r>
      <w:r>
        <w:rPr>
          <w:rFonts w:ascii="微軟正黑體" w:eastAsia="微軟正黑體" w:hAnsi="微軟正黑體" w:hint="eastAsia"/>
        </w:rPr>
        <w:t>利用宗教信仰與教育使原住民接受統治者的文化</w:t>
      </w:r>
    </w:p>
    <w:p w:rsidR="007525A1" w:rsidRPr="00746986" w:rsidRDefault="007525A1" w:rsidP="007525A1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哪一項新石器時代的發明改變了人類與大自然的關係，使得人類能夠定居、養活更多人口、有餘力創造發明、累積</w:t>
      </w:r>
      <w:r>
        <w:rPr>
          <w:rFonts w:ascii="微軟正黑體" w:eastAsia="微軟正黑體" w:hAnsi="微軟正黑體" w:hint="eastAsia"/>
        </w:rPr>
        <w:lastRenderedPageBreak/>
        <w:t>財富、形成社會組織，被稱作「新石器革命」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懂得用火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製作陶器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發明農業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發明文字</w:t>
      </w:r>
    </w:p>
    <w:p w:rsidR="00171325" w:rsidRPr="00746986" w:rsidRDefault="00171325" w:rsidP="00171325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「番茄」、</w:t>
      </w:r>
      <w:r w:rsidRPr="004C6C68">
        <w:rPr>
          <w:rFonts w:ascii="微軟正黑體" w:eastAsia="微軟正黑體" w:hAnsi="微軟正黑體" w:hint="eastAsia"/>
        </w:rPr>
        <w:t>「釋迦」這些蔬菜水果的引進，與哪一國勢力占領臺灣有關？A荷蘭 B西班牙 C葡萄牙 D</w:t>
      </w:r>
      <w:r>
        <w:rPr>
          <w:rFonts w:ascii="微軟正黑體" w:eastAsia="微軟正黑體" w:hAnsi="微軟正黑體" w:hint="eastAsia"/>
        </w:rPr>
        <w:t>中國</w:t>
      </w:r>
    </w:p>
    <w:p w:rsidR="00423C92" w:rsidRPr="00746986" w:rsidRDefault="00423C92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以下哪個地區不屬於南島語族的分布範圍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臺灣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菲律賓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印尼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日本</w:t>
      </w:r>
    </w:p>
    <w:p w:rsidR="00AB6758" w:rsidRPr="00746986" w:rsidRDefault="00AB6758" w:rsidP="00AB6758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今日官方認定的十六個原住民族之中，哪一族</w:t>
      </w:r>
      <w:r w:rsidR="008C54A2">
        <w:rPr>
          <w:rFonts w:ascii="微軟正黑體" w:eastAsia="微軟正黑體" w:hAnsi="微軟正黑體" w:hint="eastAsia"/>
        </w:rPr>
        <w:t>有</w:t>
      </w:r>
      <w:r>
        <w:rPr>
          <w:rFonts w:ascii="微軟正黑體" w:eastAsia="微軟正黑體" w:hAnsi="微軟正黑體" w:hint="eastAsia"/>
        </w:rPr>
        <w:t>贅婚制</w:t>
      </w:r>
      <w:r w:rsidR="008C54A2">
        <w:rPr>
          <w:rFonts w:ascii="微軟正黑體" w:eastAsia="微軟正黑體" w:hAnsi="微軟正黑體" w:hint="eastAsia"/>
        </w:rPr>
        <w:t>的傳統</w:t>
      </w:r>
      <w:r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平埔族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魯凱族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布農族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阿美族</w:t>
      </w:r>
    </w:p>
    <w:p w:rsidR="00BC1E2F" w:rsidRPr="00746986" w:rsidRDefault="00AB6758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有關臺灣原住民</w:t>
      </w:r>
      <w:r w:rsidR="00383EDE">
        <w:rPr>
          <w:rFonts w:ascii="微軟正黑體" w:eastAsia="微軟正黑體" w:hAnsi="微軟正黑體" w:hint="eastAsia"/>
        </w:rPr>
        <w:t>族</w:t>
      </w:r>
      <w:r>
        <w:rPr>
          <w:rFonts w:ascii="微軟正黑體" w:eastAsia="微軟正黑體" w:hAnsi="微軟正黑體" w:hint="eastAsia"/>
        </w:rPr>
        <w:t>的宗教信仰何者正確</w:t>
      </w:r>
      <w:r w:rsidR="00BC1E2F"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="00BC1E2F"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各族的阿立祖負責與神靈溝通</w:t>
      </w:r>
      <w:r w:rsidR="00383EDE">
        <w:rPr>
          <w:rFonts w:ascii="微軟正黑體" w:eastAsia="微軟正黑體" w:hAnsi="微軟正黑體" w:hint="eastAsia"/>
        </w:rPr>
        <w:t>，地位崇高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凱達格蘭族祀壺信仰是一種祖先崇拜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 w:rsidR="00383EDE">
        <w:rPr>
          <w:rFonts w:ascii="微軟正黑體" w:eastAsia="微軟正黑體" w:hAnsi="微軟正黑體" w:hint="eastAsia"/>
        </w:rPr>
        <w:t>原住民族相信世間萬物都寄宿著靈魂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 w:rsidR="00383EDE">
        <w:rPr>
          <w:rFonts w:ascii="微軟正黑體" w:eastAsia="微軟正黑體" w:hAnsi="微軟正黑體" w:hint="eastAsia"/>
        </w:rPr>
        <w:t>賽夏族的矮靈祭是該族的成年禮</w:t>
      </w:r>
    </w:p>
    <w:p w:rsidR="00BC1E2F" w:rsidRPr="00746986" w:rsidRDefault="0076318B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中國</w:t>
      </w:r>
      <w:r w:rsidR="003B172C">
        <w:rPr>
          <w:rFonts w:ascii="微軟正黑體" w:eastAsia="微軟正黑體" w:hAnsi="微軟正黑體" w:hint="eastAsia"/>
        </w:rPr>
        <w:t>明代</w:t>
      </w:r>
      <w:r>
        <w:rPr>
          <w:rFonts w:ascii="微軟正黑體" w:eastAsia="微軟正黑體" w:hAnsi="微軟正黑體" w:hint="eastAsia"/>
        </w:rPr>
        <w:t>曾多次</w:t>
      </w:r>
      <w:r w:rsidR="003B172C">
        <w:rPr>
          <w:rFonts w:ascii="微軟正黑體" w:eastAsia="微軟正黑體" w:hAnsi="微軟正黑體" w:hint="eastAsia"/>
        </w:rPr>
        <w:t>禁止人民出海</w:t>
      </w:r>
      <w:r>
        <w:rPr>
          <w:rFonts w:ascii="微軟正黑體" w:eastAsia="微軟正黑體" w:hAnsi="微軟正黑體" w:hint="eastAsia"/>
        </w:rPr>
        <w:t>，史書記載甚至記載「</w:t>
      </w:r>
      <w:r w:rsidRPr="003B172C">
        <w:rPr>
          <w:rFonts w:ascii="微軟正黑體" w:eastAsia="微軟正黑體" w:hAnsi="微軟正黑體" w:hint="eastAsia"/>
        </w:rPr>
        <w:t>片板不許下海</w:t>
      </w:r>
      <w:r>
        <w:rPr>
          <w:rFonts w:ascii="微軟正黑體" w:eastAsia="微軟正黑體" w:hAnsi="微軟正黑體" w:hint="eastAsia"/>
        </w:rPr>
        <w:t>」，其原因為何</w:t>
      </w:r>
      <w:r w:rsidR="00BC1E2F" w:rsidRPr="00746986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 xml:space="preserve"> </w:t>
      </w:r>
      <w:r w:rsidR="00BC1E2F"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西方國家積極擴展東亞貿易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臺灣成為海商活動的主要範圍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倭寇在中國沿海活動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 w:rsidR="007561F6">
        <w:rPr>
          <w:rFonts w:ascii="微軟正黑體" w:eastAsia="微軟正黑體" w:hAnsi="微軟正黑體" w:hint="eastAsia"/>
        </w:rPr>
        <w:t>日本</w:t>
      </w:r>
      <w:r w:rsidR="00985BF3">
        <w:rPr>
          <w:rFonts w:ascii="微軟正黑體" w:eastAsia="微軟正黑體" w:hAnsi="微軟正黑體" w:hint="eastAsia"/>
        </w:rPr>
        <w:t>實施海禁政策，禁止人民到海外貿易</w:t>
      </w:r>
    </w:p>
    <w:p w:rsidR="00BC1E2F" w:rsidRPr="00746986" w:rsidRDefault="00BE630F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中國於哪個朝代開始在澎湖設置巡檢司</w:t>
      </w:r>
      <w:r w:rsidR="00BC1E2F" w:rsidRPr="00746986">
        <w:rPr>
          <w:rFonts w:ascii="微軟正黑體" w:eastAsia="微軟正黑體" w:hAnsi="微軟正黑體" w:hint="eastAsia"/>
        </w:rPr>
        <w:t>？</w:t>
      </w:r>
      <w:r w:rsidR="0076318B">
        <w:rPr>
          <w:rFonts w:ascii="微軟正黑體" w:eastAsia="微軟正黑體" w:hAnsi="微軟正黑體" w:hint="eastAsia"/>
        </w:rPr>
        <w:t xml:space="preserve"> </w:t>
      </w:r>
      <w:r w:rsidR="00BC1E2F" w:rsidRPr="00746986">
        <w:rPr>
          <w:rFonts w:ascii="微軟正黑體" w:eastAsia="微軟正黑體" w:hAnsi="微軟正黑體" w:hint="eastAsia"/>
        </w:rPr>
        <w:t>A</w:t>
      </w:r>
      <w:r w:rsidR="0076318B">
        <w:rPr>
          <w:rFonts w:ascii="微軟正黑體" w:eastAsia="微軟正黑體" w:hAnsi="微軟正黑體" w:hint="eastAsia"/>
        </w:rPr>
        <w:t>宋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 w:rsidR="0076318B">
        <w:rPr>
          <w:rFonts w:ascii="微軟正黑體" w:eastAsia="微軟正黑體" w:hAnsi="微軟正黑體" w:hint="eastAsia"/>
        </w:rPr>
        <w:t>元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 w:rsidR="0076318B">
        <w:rPr>
          <w:rFonts w:ascii="微軟正黑體" w:eastAsia="微軟正黑體" w:hAnsi="微軟正黑體" w:hint="eastAsia"/>
        </w:rPr>
        <w:t>明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 w:rsidR="0076318B">
        <w:rPr>
          <w:rFonts w:ascii="微軟正黑體" w:eastAsia="微軟正黑體" w:hAnsi="微軟正黑體" w:hint="eastAsia"/>
        </w:rPr>
        <w:t>清</w:t>
      </w:r>
    </w:p>
    <w:p w:rsidR="00BC1E2F" w:rsidRPr="00746986" w:rsidRDefault="004B15CC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西班牙人放棄殖民臺灣的主要原因為何</w:t>
      </w:r>
      <w:r w:rsidR="00985BF3">
        <w:rPr>
          <w:rFonts w:ascii="微軟正黑體" w:eastAsia="微軟正黑體" w:hAnsi="微軟正黑體" w:hint="eastAsia"/>
        </w:rPr>
        <w:t xml:space="preserve">？ </w:t>
      </w:r>
      <w:r w:rsidR="00BC1E2F" w:rsidRPr="00746986">
        <w:rPr>
          <w:rFonts w:ascii="微軟正黑體" w:eastAsia="微軟正黑體" w:hAnsi="微軟正黑體" w:hint="eastAsia"/>
        </w:rPr>
        <w:t>A</w:t>
      </w:r>
      <w:r>
        <w:rPr>
          <w:rFonts w:ascii="微軟正黑體" w:eastAsia="微軟正黑體" w:hAnsi="微軟正黑體" w:hint="eastAsia"/>
        </w:rPr>
        <w:t>日本實施鎖國政策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郭懷一領導漢人抵抗殖民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得知鄭</w:t>
      </w:r>
      <w:r w:rsidR="001552AA">
        <w:rPr>
          <w:rFonts w:ascii="微軟正黑體" w:eastAsia="微軟正黑體" w:hAnsi="微軟正黑體" w:hint="eastAsia"/>
        </w:rPr>
        <w:t>芝龍</w:t>
      </w:r>
      <w:r>
        <w:rPr>
          <w:rFonts w:ascii="微軟正黑體" w:eastAsia="微軟正黑體" w:hAnsi="微軟正黑體" w:hint="eastAsia"/>
        </w:rPr>
        <w:t>攻打臺灣的計畫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中國實施海禁政策</w:t>
      </w:r>
    </w:p>
    <w:p w:rsidR="00BC1E2F" w:rsidRPr="00746986" w:rsidRDefault="004E410B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E410B">
        <w:rPr>
          <w:rFonts w:ascii="微軟正黑體" w:eastAsia="微軟正黑體" w:hAnsi="微軟正黑體" w:hint="eastAsia"/>
        </w:rPr>
        <w:t>普羅民遮城為今日哪個古蹟？A赤崁樓 B安平古堡</w:t>
      </w:r>
      <w:r>
        <w:rPr>
          <w:rFonts w:ascii="微軟正黑體" w:eastAsia="微軟正黑體" w:hAnsi="微軟正黑體" w:hint="eastAsia"/>
        </w:rPr>
        <w:t xml:space="preserve"> </w:t>
      </w:r>
      <w:r w:rsidRPr="004E410B">
        <w:rPr>
          <w:rFonts w:ascii="微軟正黑體" w:eastAsia="微軟正黑體" w:hAnsi="微軟正黑體" w:hint="eastAsia"/>
        </w:rPr>
        <w:t>C淡水紅毛城</w:t>
      </w:r>
      <w:r>
        <w:rPr>
          <w:rFonts w:ascii="微軟正黑體" w:eastAsia="微軟正黑體" w:hAnsi="微軟正黑體" w:hint="eastAsia"/>
        </w:rPr>
        <w:t xml:space="preserve"> </w:t>
      </w:r>
      <w:r w:rsidRPr="004E410B">
        <w:rPr>
          <w:rFonts w:ascii="微軟正黑體" w:eastAsia="微軟正黑體" w:hAnsi="微軟正黑體" w:hint="eastAsia"/>
        </w:rPr>
        <w:t>D億載金城</w:t>
      </w:r>
    </w:p>
    <w:p w:rsidR="00346DCA" w:rsidRPr="00746986" w:rsidRDefault="00346DCA" w:rsidP="00346DCA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熱蘭</w:t>
      </w:r>
      <w:r w:rsidRPr="004E410B">
        <w:rPr>
          <w:rFonts w:ascii="微軟正黑體" w:eastAsia="微軟正黑體" w:hAnsi="微軟正黑體" w:hint="eastAsia"/>
        </w:rPr>
        <w:t>遮城為今日哪個古蹟？A赤崁樓 B安平古堡</w:t>
      </w:r>
      <w:r>
        <w:rPr>
          <w:rFonts w:ascii="微軟正黑體" w:eastAsia="微軟正黑體" w:hAnsi="微軟正黑體" w:hint="eastAsia"/>
        </w:rPr>
        <w:t xml:space="preserve"> </w:t>
      </w:r>
      <w:r w:rsidRPr="004E410B">
        <w:rPr>
          <w:rFonts w:ascii="微軟正黑體" w:eastAsia="微軟正黑體" w:hAnsi="微軟正黑體" w:hint="eastAsia"/>
        </w:rPr>
        <w:t>C淡水紅毛城</w:t>
      </w:r>
      <w:r>
        <w:rPr>
          <w:rFonts w:ascii="微軟正黑體" w:eastAsia="微軟正黑體" w:hAnsi="微軟正黑體" w:hint="eastAsia"/>
        </w:rPr>
        <w:t xml:space="preserve"> </w:t>
      </w:r>
      <w:r w:rsidRPr="004E410B">
        <w:rPr>
          <w:rFonts w:ascii="微軟正黑體" w:eastAsia="微軟正黑體" w:hAnsi="微軟正黑體" w:hint="eastAsia"/>
        </w:rPr>
        <w:t>D億載金城</w:t>
      </w:r>
    </w:p>
    <w:p w:rsidR="004C6C68" w:rsidRDefault="007F20D6" w:rsidP="004C6C68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7F20D6">
        <w:rPr>
          <w:rFonts w:ascii="微軟正黑體" w:eastAsia="微軟正黑體" w:hAnsi="微軟正黑體" w:hint="eastAsia"/>
        </w:rPr>
        <w:t>荷蘭</w:t>
      </w:r>
      <w:r>
        <w:rPr>
          <w:rFonts w:ascii="微軟正黑體" w:eastAsia="微軟正黑體" w:hAnsi="微軟正黑體" w:hint="eastAsia"/>
        </w:rPr>
        <w:t>人在佔領臺灣前，曾經</w:t>
      </w:r>
      <w:r w:rsidRPr="007F20D6">
        <w:rPr>
          <w:rFonts w:ascii="微軟正黑體" w:eastAsia="微軟正黑體" w:hAnsi="微軟正黑體" w:hint="eastAsia"/>
        </w:rPr>
        <w:t>兩度占領澎湖</w:t>
      </w:r>
      <w:r>
        <w:rPr>
          <w:rFonts w:ascii="微軟正黑體" w:eastAsia="微軟正黑體" w:hAnsi="微軟正黑體" w:hint="eastAsia"/>
        </w:rPr>
        <w:t>均以</w:t>
      </w:r>
      <w:r w:rsidRPr="007F20D6">
        <w:rPr>
          <w:rFonts w:ascii="微軟正黑體" w:eastAsia="微軟正黑體" w:hAnsi="微軟正黑體" w:hint="eastAsia"/>
        </w:rPr>
        <w:t>失敗</w:t>
      </w:r>
      <w:r>
        <w:rPr>
          <w:rFonts w:ascii="微軟正黑體" w:eastAsia="微軟正黑體" w:hAnsi="微軟正黑體" w:hint="eastAsia"/>
        </w:rPr>
        <w:t>作終</w:t>
      </w:r>
      <w:r w:rsidRPr="007F20D6">
        <w:rPr>
          <w:rFonts w:ascii="微軟正黑體" w:eastAsia="微軟正黑體" w:hAnsi="微軟正黑體" w:hint="eastAsia"/>
        </w:rPr>
        <w:t>，原因為何？</w:t>
      </w:r>
      <w:r>
        <w:rPr>
          <w:rFonts w:ascii="微軟正黑體" w:eastAsia="微軟正黑體" w:hAnsi="微軟正黑體" w:hint="eastAsia"/>
        </w:rPr>
        <w:t xml:space="preserve"> </w:t>
      </w:r>
      <w:r w:rsidRPr="007F20D6">
        <w:rPr>
          <w:rFonts w:ascii="微軟正黑體" w:eastAsia="微軟正黑體" w:hAnsi="微軟正黑體" w:hint="eastAsia"/>
        </w:rPr>
        <w:t>A澎湖為明朝的版圖　B澎湖有海盜勢力盤據　C</w:t>
      </w:r>
      <w:r>
        <w:rPr>
          <w:rFonts w:ascii="微軟正黑體" w:eastAsia="微軟正黑體" w:hAnsi="微軟正黑體" w:hint="eastAsia"/>
        </w:rPr>
        <w:t>遭顏思齊、鄭芝龍等海商擊退</w:t>
      </w:r>
      <w:r w:rsidRPr="007F20D6">
        <w:rPr>
          <w:rFonts w:ascii="微軟正黑體" w:eastAsia="微軟正黑體" w:hAnsi="微軟正黑體" w:hint="eastAsia"/>
        </w:rPr>
        <w:t xml:space="preserve">　D</w:t>
      </w:r>
      <w:r w:rsidR="005E676E">
        <w:rPr>
          <w:rFonts w:ascii="微軟正黑體" w:eastAsia="微軟正黑體" w:hAnsi="微軟正黑體" w:hint="eastAsia"/>
        </w:rPr>
        <w:t>日本實施鎖國政策</w:t>
      </w:r>
    </w:p>
    <w:p w:rsidR="00171325" w:rsidRPr="00746986" w:rsidRDefault="00171325" w:rsidP="00171325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E410B">
        <w:rPr>
          <w:rFonts w:ascii="微軟正黑體" w:eastAsia="微軟正黑體" w:hAnsi="微軟正黑體" w:hint="eastAsia"/>
        </w:rPr>
        <w:t>有關新港文書與新港文字的敘述何者</w:t>
      </w:r>
      <w:r>
        <w:rPr>
          <w:rFonts w:ascii="微軟正黑體" w:eastAsia="微軟正黑體" w:hAnsi="微軟正黑體" w:hint="eastAsia"/>
        </w:rPr>
        <w:t>錯誤</w:t>
      </w:r>
      <w:r w:rsidRPr="004E410B">
        <w:rPr>
          <w:rFonts w:ascii="微軟正黑體" w:eastAsia="微軟正黑體" w:hAnsi="微軟正黑體" w:hint="eastAsia"/>
        </w:rPr>
        <w:t>？A新港文字</w:t>
      </w:r>
      <w:r>
        <w:rPr>
          <w:rFonts w:ascii="微軟正黑體" w:eastAsia="微軟正黑體" w:hAnsi="微軟正黑體" w:hint="eastAsia"/>
        </w:rPr>
        <w:t>的是</w:t>
      </w:r>
      <w:r w:rsidRPr="004E410B">
        <w:rPr>
          <w:rFonts w:ascii="微軟正黑體" w:eastAsia="微軟正黑體" w:hAnsi="微軟正黑體" w:hint="eastAsia"/>
        </w:rPr>
        <w:t>荷蘭</w:t>
      </w:r>
      <w:r>
        <w:rPr>
          <w:rFonts w:ascii="微軟正黑體" w:eastAsia="微軟正黑體" w:hAnsi="微軟正黑體" w:hint="eastAsia"/>
        </w:rPr>
        <w:t>人</w:t>
      </w:r>
      <w:r w:rsidRPr="004E410B">
        <w:rPr>
          <w:rFonts w:ascii="微軟正黑體" w:eastAsia="微軟正黑體" w:hAnsi="微軟正黑體" w:hint="eastAsia"/>
        </w:rPr>
        <w:t>為了教導原住民信仰基督教</w:t>
      </w:r>
      <w:r>
        <w:rPr>
          <w:rFonts w:ascii="微軟正黑體" w:eastAsia="微軟正黑體" w:hAnsi="微軟正黑體" w:hint="eastAsia"/>
        </w:rPr>
        <w:t xml:space="preserve">而發明的文字 </w:t>
      </w:r>
      <w:r w:rsidRPr="004E410B">
        <w:rPr>
          <w:rFonts w:ascii="微軟正黑體" w:eastAsia="微軟正黑體" w:hAnsi="微軟正黑體" w:hint="eastAsia"/>
        </w:rPr>
        <w:t>B新港文書可以作為研究平埔族和漢人</w:t>
      </w:r>
      <w:r>
        <w:rPr>
          <w:rFonts w:ascii="微軟正黑體" w:eastAsia="微軟正黑體" w:hAnsi="微軟正黑體" w:hint="eastAsia"/>
        </w:rPr>
        <w:t>之間</w:t>
      </w:r>
      <w:r w:rsidRPr="004E410B">
        <w:rPr>
          <w:rFonts w:ascii="微軟正黑體" w:eastAsia="微軟正黑體" w:hAnsi="微軟正黑體" w:hint="eastAsia"/>
        </w:rPr>
        <w:t>土地租借買賣的史料 C新港文</w:t>
      </w:r>
      <w:r>
        <w:rPr>
          <w:rFonts w:ascii="微軟正黑體" w:eastAsia="微軟正黑體" w:hAnsi="微軟正黑體" w:hint="eastAsia"/>
        </w:rPr>
        <w:t xml:space="preserve">字是用羅馬字母拼音寫原住民語 </w:t>
      </w:r>
      <w:r w:rsidRPr="004E410B">
        <w:rPr>
          <w:rFonts w:ascii="微軟正黑體" w:eastAsia="微軟正黑體" w:hAnsi="微軟正黑體" w:hint="eastAsia"/>
        </w:rPr>
        <w:t>D</w:t>
      </w:r>
      <w:r>
        <w:rPr>
          <w:rFonts w:ascii="微軟正黑體" w:eastAsia="微軟正黑體" w:hAnsi="微軟正黑體" w:hint="eastAsia"/>
        </w:rPr>
        <w:t>荷蘭人離開後，原住民受到新政權的影響，不再使用新港文字</w:t>
      </w:r>
    </w:p>
    <w:p w:rsidR="004C6C68" w:rsidRPr="004C6C68" w:rsidRDefault="004C6C68" w:rsidP="004C6C68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C6C68">
        <w:rPr>
          <w:rFonts w:ascii="微軟正黑體" w:eastAsia="微軟正黑體" w:hAnsi="微軟正黑體" w:hint="eastAsia"/>
        </w:rPr>
        <w:t>新港文書又被稱作「番仔契」，分別由原住民業主與漢人墾佃各執一份，作為憑證。新港文書主要為原住民哪一族所使用？A泰雅族 B西拉雅族 C凱達格蘭族</w:t>
      </w:r>
      <w:r w:rsidR="00751929">
        <w:rPr>
          <w:rFonts w:ascii="微軟正黑體" w:eastAsia="微軟正黑體" w:hAnsi="微軟正黑體" w:hint="eastAsia"/>
        </w:rPr>
        <w:t xml:space="preserve"> </w:t>
      </w:r>
      <w:r w:rsidRPr="004C6C68">
        <w:rPr>
          <w:rFonts w:ascii="微軟正黑體" w:eastAsia="微軟正黑體" w:hAnsi="微軟正黑體" w:hint="eastAsia"/>
        </w:rPr>
        <w:t>D賽德克族</w:t>
      </w:r>
    </w:p>
    <w:p w:rsidR="00BC1E2F" w:rsidRPr="00E657DE" w:rsidRDefault="00E657DE" w:rsidP="00E657DE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將</w:t>
      </w:r>
      <w:r w:rsidRPr="00E657DE">
        <w:rPr>
          <w:rFonts w:ascii="微軟正黑體" w:eastAsia="微軟正黑體" w:hAnsi="微軟正黑體" w:hint="eastAsia"/>
        </w:rPr>
        <w:t>臺灣</w:t>
      </w:r>
      <w:r>
        <w:rPr>
          <w:rFonts w:ascii="微軟正黑體" w:eastAsia="微軟正黑體" w:hAnsi="微軟正黑體" w:hint="eastAsia"/>
        </w:rPr>
        <w:t>的</w:t>
      </w:r>
      <w:r w:rsidRPr="00E657DE">
        <w:rPr>
          <w:rFonts w:ascii="微軟正黑體" w:eastAsia="微軟正黑體" w:hAnsi="微軟正黑體" w:hint="eastAsia"/>
        </w:rPr>
        <w:t>史前文化</w:t>
      </w:r>
      <w:r>
        <w:rPr>
          <w:rFonts w:ascii="微軟正黑體" w:eastAsia="微軟正黑體" w:hAnsi="微軟正黑體" w:hint="eastAsia"/>
        </w:rPr>
        <w:t>依時代先後排序</w:t>
      </w:r>
      <w:r w:rsidRPr="00E657DE">
        <w:rPr>
          <w:rFonts w:ascii="微軟正黑體" w:eastAsia="微軟正黑體" w:hAnsi="微軟正黑體" w:hint="eastAsia"/>
        </w:rPr>
        <w:t>(甲)大坌坑文化(乙)長濱文化(丙)十三行文化(丁)卑南文化</w:t>
      </w:r>
      <w:r>
        <w:rPr>
          <w:rFonts w:ascii="微軟正黑體" w:eastAsia="微軟正黑體" w:hAnsi="微軟正黑體" w:hint="eastAsia"/>
        </w:rPr>
        <w:t xml:space="preserve"> </w:t>
      </w:r>
      <w:r w:rsidRPr="00E657DE">
        <w:rPr>
          <w:rFonts w:ascii="微軟正黑體" w:eastAsia="微軟正黑體" w:hAnsi="微軟正黑體" w:hint="eastAsia"/>
        </w:rPr>
        <w:t>Ａ甲乙丙丁　Ｂ乙甲丁丙　Ｃ乙丁甲丙　Ｄ</w:t>
      </w:r>
      <w:r>
        <w:rPr>
          <w:rFonts w:ascii="微軟正黑體" w:eastAsia="微軟正黑體" w:hAnsi="微軟正黑體" w:hint="eastAsia"/>
        </w:rPr>
        <w:t>丁甲乙丙</w:t>
      </w:r>
    </w:p>
    <w:p w:rsidR="00BC1E2F" w:rsidRPr="00746986" w:rsidRDefault="00BA64A4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A64A4">
        <w:rPr>
          <w:rFonts w:ascii="微軟正黑體" w:eastAsia="微軟正黑體" w:hAnsi="微軟正黑體" w:hint="eastAsia"/>
        </w:rPr>
        <w:t>倭寇長期騷擾中國東南沿海，是中國嚴重的外患之一，倭寇是由中國漢人和哪一國人所組成的海盜？A荷蘭 B西班牙 C葡萄牙 D日本</w:t>
      </w:r>
    </w:p>
    <w:p w:rsidR="00BA64A4" w:rsidRPr="00746986" w:rsidRDefault="00BA64A4" w:rsidP="00BA64A4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BA64A4">
        <w:rPr>
          <w:rFonts w:ascii="微軟正黑體" w:eastAsia="微軟正黑體" w:hAnsi="微軟正黑體" w:hint="eastAsia"/>
        </w:rPr>
        <w:t>哪一項嚴苛管制是郭懷一反抗事件爆發的主要原因？</w:t>
      </w:r>
      <w:r>
        <w:rPr>
          <w:rFonts w:ascii="微軟正黑體" w:eastAsia="微軟正黑體" w:hAnsi="微軟正黑體" w:hint="eastAsia"/>
        </w:rPr>
        <w:t xml:space="preserve"> </w:t>
      </w:r>
      <w:r w:rsidRPr="00BA64A4">
        <w:rPr>
          <w:rFonts w:ascii="微軟正黑體" w:eastAsia="微軟正黑體" w:hAnsi="微軟正黑體" w:hint="eastAsia"/>
        </w:rPr>
        <w:t>A</w:t>
      </w:r>
      <w:r w:rsidR="00864D82">
        <w:rPr>
          <w:rFonts w:ascii="微軟正黑體" w:eastAsia="微軟正黑體" w:hAnsi="微軟正黑體" w:hint="eastAsia"/>
        </w:rPr>
        <w:t>協助鄭成功驅逐荷蘭人</w:t>
      </w:r>
      <w:r w:rsidRPr="00BA64A4">
        <w:rPr>
          <w:rFonts w:ascii="微軟正黑體" w:eastAsia="微軟正黑體" w:hAnsi="微軟正黑體" w:hint="eastAsia"/>
        </w:rPr>
        <w:t xml:space="preserve"> B</w:t>
      </w:r>
      <w:r w:rsidR="005D3A04">
        <w:rPr>
          <w:rFonts w:ascii="微軟正黑體" w:eastAsia="微軟正黑體" w:hAnsi="微軟正黑體" w:hint="eastAsia"/>
        </w:rPr>
        <w:t>聯合東印度公司佔領澎湖</w:t>
      </w:r>
      <w:r w:rsidRPr="00BA64A4">
        <w:rPr>
          <w:rFonts w:ascii="微軟正黑體" w:eastAsia="微軟正黑體" w:hAnsi="微軟正黑體" w:hint="eastAsia"/>
        </w:rPr>
        <w:t xml:space="preserve"> C</w:t>
      </w:r>
      <w:r w:rsidR="00864D82">
        <w:rPr>
          <w:rFonts w:ascii="微軟正黑體" w:eastAsia="微軟正黑體" w:hAnsi="微軟正黑體" w:hint="eastAsia"/>
        </w:rPr>
        <w:t>荷蘭人收</w:t>
      </w:r>
      <w:r w:rsidRPr="00BA64A4">
        <w:rPr>
          <w:rFonts w:ascii="微軟正黑體" w:eastAsia="微軟正黑體" w:hAnsi="微軟正黑體" w:hint="eastAsia"/>
        </w:rPr>
        <w:t>稅</w:t>
      </w:r>
      <w:r w:rsidR="00864D82">
        <w:rPr>
          <w:rFonts w:ascii="微軟正黑體" w:eastAsia="微軟正黑體" w:hAnsi="微軟正黑體" w:hint="eastAsia"/>
        </w:rPr>
        <w:t>太重</w:t>
      </w:r>
      <w:r w:rsidRPr="00BA64A4">
        <w:rPr>
          <w:rFonts w:ascii="微軟正黑體" w:eastAsia="微軟正黑體" w:hAnsi="微軟正黑體" w:hint="eastAsia"/>
        </w:rPr>
        <w:t xml:space="preserve"> D</w:t>
      </w:r>
      <w:r w:rsidR="005D3A04">
        <w:rPr>
          <w:rFonts w:ascii="微軟正黑體" w:eastAsia="微軟正黑體" w:hAnsi="微軟正黑體" w:hint="eastAsia"/>
        </w:rPr>
        <w:t>強迫娶原住民女子的漢人改信伊斯蘭教</w:t>
      </w:r>
    </w:p>
    <w:p w:rsidR="008B7169" w:rsidRPr="00746986" w:rsidRDefault="008B7169" w:rsidP="008B716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淡水古蹟「紅毛城」與澎湖古蹟「沈有容諭退紅毛番韋麻郎等碑」的「紅毛」是什麼人</w:t>
      </w:r>
      <w:r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都是指荷蘭人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都是指西班牙人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前者為西班牙人，後者為荷蘭人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前者為荷蘭人，後者為西班牙人</w:t>
      </w:r>
    </w:p>
    <w:p w:rsidR="00BC1E2F" w:rsidRPr="00746986" w:rsidRDefault="004B15CC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B15CC">
        <w:rPr>
          <w:rFonts w:ascii="微軟正黑體" w:eastAsia="微軟正黑體" w:hAnsi="微軟正黑體" w:hint="eastAsia"/>
        </w:rPr>
        <w:t>荷蘭統治時期的臺灣主要貿易對象不包括哪裡？A中國 B印度 C印尼 D日本</w:t>
      </w:r>
    </w:p>
    <w:p w:rsidR="00BC1E2F" w:rsidRPr="00746986" w:rsidRDefault="00C1745F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荷蘭統治臺灣期間，在臺灣生產哪些產品並出口</w:t>
      </w:r>
      <w:r w:rsidR="00BC1E2F"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稻米、香料</w:t>
      </w:r>
      <w:r w:rsidR="00BC1E2F"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稻米、蔗糖</w:t>
      </w:r>
      <w:r w:rsidR="00BC1E2F"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蔗糖、香料</w:t>
      </w:r>
      <w:r w:rsidR="00BC1E2F"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瓷器、稻米</w:t>
      </w:r>
    </w:p>
    <w:p w:rsidR="003F7717" w:rsidRDefault="004B15CC" w:rsidP="003F7717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 w:rsidRPr="004B15CC">
        <w:rPr>
          <w:rFonts w:ascii="微軟正黑體" w:eastAsia="微軟正黑體" w:hAnsi="微軟正黑體" w:hint="eastAsia"/>
        </w:rPr>
        <w:t>荷蘭統治時期，駐臺長官是治理臺灣的最高官員，駐臺長官的辦公地點位於臺灣今天哪一個縣市？A高雄市 B新北市 C臺北市 D臺南市</w:t>
      </w:r>
    </w:p>
    <w:p w:rsidR="00171325" w:rsidRDefault="00171325" w:rsidP="003F7717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參觀臺灣原住民族的「猴祭」應前往那裡</w:t>
      </w:r>
      <w:r w:rsidRPr="00746986">
        <w:rPr>
          <w:rFonts w:ascii="微軟正黑體" w:eastAsia="微軟正黑體" w:hAnsi="微軟正黑體" w:hint="eastAsia"/>
        </w:rPr>
        <w:t>？A</w:t>
      </w:r>
      <w:r>
        <w:rPr>
          <w:rFonts w:ascii="微軟正黑體" w:eastAsia="微軟正黑體" w:hAnsi="微軟正黑體" w:hint="eastAsia"/>
        </w:rPr>
        <w:t>花蓮縣</w:t>
      </w:r>
      <w:r w:rsidRPr="00746986">
        <w:rPr>
          <w:rFonts w:ascii="微軟正黑體" w:eastAsia="微軟正黑體" w:hAnsi="微軟正黑體" w:hint="eastAsia"/>
        </w:rPr>
        <w:t xml:space="preserve"> B</w:t>
      </w:r>
      <w:r>
        <w:rPr>
          <w:rFonts w:ascii="微軟正黑體" w:eastAsia="微軟正黑體" w:hAnsi="微軟正黑體" w:hint="eastAsia"/>
        </w:rPr>
        <w:t>屏東縣</w:t>
      </w:r>
      <w:r w:rsidRPr="00746986">
        <w:rPr>
          <w:rFonts w:ascii="微軟正黑體" w:eastAsia="微軟正黑體" w:hAnsi="微軟正黑體" w:hint="eastAsia"/>
        </w:rPr>
        <w:t xml:space="preserve"> C</w:t>
      </w:r>
      <w:r>
        <w:rPr>
          <w:rFonts w:ascii="微軟正黑體" w:eastAsia="微軟正黑體" w:hAnsi="微軟正黑體" w:hint="eastAsia"/>
        </w:rPr>
        <w:t>南投縣</w:t>
      </w:r>
      <w:r w:rsidRPr="00746986">
        <w:rPr>
          <w:rFonts w:ascii="微軟正黑體" w:eastAsia="微軟正黑體" w:hAnsi="微軟正黑體" w:hint="eastAsia"/>
        </w:rPr>
        <w:t xml:space="preserve"> D</w:t>
      </w:r>
      <w:r>
        <w:rPr>
          <w:rFonts w:ascii="微軟正黑體" w:eastAsia="微軟正黑體" w:hAnsi="微軟正黑體" w:hint="eastAsia"/>
        </w:rPr>
        <w:t>臺東縣</w:t>
      </w:r>
    </w:p>
    <w:p w:rsidR="003F7717" w:rsidRPr="00746986" w:rsidRDefault="003F7717" w:rsidP="00004199">
      <w:pPr>
        <w:pStyle w:val="a8"/>
        <w:numPr>
          <w:ilvl w:val="0"/>
          <w:numId w:val="13"/>
        </w:numPr>
        <w:tabs>
          <w:tab w:val="left" w:pos="960"/>
        </w:tabs>
        <w:snapToGrid w:val="0"/>
        <w:spacing w:line="440" w:lineRule="exact"/>
        <w:ind w:leftChars="0" w:left="960" w:hangingChars="400" w:hanging="96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下</w:t>
      </w:r>
      <w:r w:rsidRPr="003F7717">
        <w:rPr>
          <w:rFonts w:ascii="微軟正黑體" w:eastAsia="微軟正黑體" w:hAnsi="微軟正黑體" w:hint="eastAsia"/>
        </w:rPr>
        <w:t>表為荷蘭與西班牙</w:t>
      </w:r>
      <w:r>
        <w:rPr>
          <w:rFonts w:ascii="微軟正黑體" w:eastAsia="微軟正黑體" w:hAnsi="微軟正黑體" w:hint="eastAsia"/>
        </w:rPr>
        <w:t>殖民臺灣</w:t>
      </w:r>
      <w:r w:rsidRPr="003F7717">
        <w:rPr>
          <w:rFonts w:ascii="微軟正黑體" w:eastAsia="微軟正黑體" w:hAnsi="微軟正黑體" w:hint="eastAsia"/>
        </w:rPr>
        <w:t>的比較，正確的有幾項？A</w:t>
      </w:r>
      <w:r>
        <w:rPr>
          <w:rFonts w:ascii="微軟正黑體" w:eastAsia="微軟正黑體" w:hAnsi="微軟正黑體" w:hint="eastAsia"/>
        </w:rPr>
        <w:t xml:space="preserve"> </w:t>
      </w:r>
      <w:r w:rsidRPr="003F7717">
        <w:rPr>
          <w:rFonts w:ascii="微軟正黑體" w:eastAsia="微軟正黑體" w:hAnsi="微軟正黑體" w:hint="eastAsia"/>
        </w:rPr>
        <w:t>1項 B</w:t>
      </w:r>
      <w:r>
        <w:rPr>
          <w:rFonts w:ascii="微軟正黑體" w:eastAsia="微軟正黑體" w:hAnsi="微軟正黑體" w:hint="eastAsia"/>
        </w:rPr>
        <w:t xml:space="preserve"> </w:t>
      </w:r>
      <w:r w:rsidRPr="003F7717">
        <w:rPr>
          <w:rFonts w:ascii="微軟正黑體" w:eastAsia="微軟正黑體" w:hAnsi="微軟正黑體" w:hint="eastAsia"/>
        </w:rPr>
        <w:t>2項</w:t>
      </w:r>
      <w:r>
        <w:rPr>
          <w:rFonts w:ascii="微軟正黑體" w:eastAsia="微軟正黑體" w:hAnsi="微軟正黑體" w:hint="eastAsia"/>
        </w:rPr>
        <w:t xml:space="preserve"> </w:t>
      </w:r>
      <w:r w:rsidRPr="003F7717">
        <w:rPr>
          <w:rFonts w:ascii="微軟正黑體" w:eastAsia="微軟正黑體" w:hAnsi="微軟正黑體" w:hint="eastAsia"/>
        </w:rPr>
        <w:t>C</w:t>
      </w:r>
      <w:r>
        <w:rPr>
          <w:rFonts w:ascii="微軟正黑體" w:eastAsia="微軟正黑體" w:hAnsi="微軟正黑體" w:hint="eastAsia"/>
        </w:rPr>
        <w:t xml:space="preserve"> </w:t>
      </w:r>
      <w:r w:rsidRPr="003F7717">
        <w:rPr>
          <w:rFonts w:ascii="微軟正黑體" w:eastAsia="微軟正黑體" w:hAnsi="微軟正黑體" w:hint="eastAsia"/>
        </w:rPr>
        <w:t>3項 D</w:t>
      </w:r>
      <w:r>
        <w:rPr>
          <w:rFonts w:ascii="微軟正黑體" w:eastAsia="微軟正黑體" w:hAnsi="微軟正黑體" w:hint="eastAsia"/>
        </w:rPr>
        <w:t xml:space="preserve"> </w:t>
      </w:r>
      <w:r w:rsidRPr="003F7717">
        <w:rPr>
          <w:rFonts w:ascii="微軟正黑體" w:eastAsia="微軟正黑體" w:hAnsi="微軟正黑體" w:hint="eastAsia"/>
        </w:rPr>
        <w:t>4項</w:t>
      </w:r>
    </w:p>
    <w:tbl>
      <w:tblPr>
        <w:tblStyle w:val="a3"/>
        <w:tblpPr w:leftFromText="180" w:rightFromText="180" w:vertAnchor="text" w:horzAnchor="page" w:tblpX="1525" w:tblpY="94"/>
        <w:tblW w:w="0" w:type="auto"/>
        <w:tblLook w:val="01E0"/>
      </w:tblPr>
      <w:tblGrid>
        <w:gridCol w:w="1908"/>
        <w:gridCol w:w="1800"/>
        <w:gridCol w:w="1800"/>
      </w:tblGrid>
      <w:tr w:rsidR="003F7717" w:rsidTr="003F7717"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荷蘭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西班牙</w:t>
            </w:r>
          </w:p>
        </w:tc>
      </w:tr>
      <w:tr w:rsidR="003F7717" w:rsidTr="003F7717">
        <w:tc>
          <w:tcPr>
            <w:tcW w:w="19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佔領臺灣的先後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先</w:t>
            </w:r>
          </w:p>
        </w:tc>
      </w:tr>
      <w:tr w:rsidR="003F7717" w:rsidTr="003F7717">
        <w:tc>
          <w:tcPr>
            <w:tcW w:w="19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佔領臺灣時間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長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短</w:t>
            </w:r>
          </w:p>
        </w:tc>
      </w:tr>
      <w:tr w:rsidR="003F7717" w:rsidTr="003F7717">
        <w:tc>
          <w:tcPr>
            <w:tcW w:w="19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信仰宗教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天主教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基督教</w:t>
            </w:r>
          </w:p>
        </w:tc>
      </w:tr>
      <w:tr w:rsidR="003F7717" w:rsidTr="003F7717">
        <w:tc>
          <w:tcPr>
            <w:tcW w:w="19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活動地點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臺灣南部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臺灣北部</w:t>
            </w:r>
          </w:p>
        </w:tc>
      </w:tr>
      <w:tr w:rsidR="003F7717" w:rsidTr="003F7717"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將之驅離臺灣者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鄭成功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7717" w:rsidRDefault="003F7717" w:rsidP="003F7717">
            <w:pPr>
              <w:jc w:val="center"/>
            </w:pPr>
            <w:r>
              <w:rPr>
                <w:rFonts w:hint="eastAsia"/>
              </w:rPr>
              <w:t>荷蘭人</w:t>
            </w:r>
          </w:p>
        </w:tc>
      </w:tr>
    </w:tbl>
    <w:p w:rsidR="00BC1E2F" w:rsidRDefault="00BC1E2F" w:rsidP="00171325">
      <w:pPr>
        <w:tabs>
          <w:tab w:val="left" w:pos="960"/>
        </w:tabs>
        <w:snapToGrid w:val="0"/>
        <w:spacing w:line="440" w:lineRule="exact"/>
        <w:jc w:val="both"/>
        <w:rPr>
          <w:rFonts w:ascii="微軟正黑體" w:eastAsia="微軟正黑體" w:hAnsi="微軟正黑體"/>
        </w:rPr>
      </w:pPr>
    </w:p>
    <w:sectPr w:rsidR="00BC1E2F" w:rsidSect="00347FA4">
      <w:footerReference w:type="default" r:id="rId9"/>
      <w:pgSz w:w="14572" w:h="20639" w:code="12"/>
      <w:pgMar w:top="851" w:right="851" w:bottom="851" w:left="851" w:header="851" w:footer="34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705" w:rsidRDefault="000B1705" w:rsidP="00290B28">
      <w:r>
        <w:separator/>
      </w:r>
    </w:p>
  </w:endnote>
  <w:endnote w:type="continuationSeparator" w:id="0">
    <w:p w:rsidR="000B1705" w:rsidRDefault="000B1705" w:rsidP="0029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C4" w:rsidRDefault="00F04AC4" w:rsidP="009D537E">
    <w:pPr>
      <w:pStyle w:val="a6"/>
      <w:jc w:val="center"/>
    </w:pPr>
    <w:r>
      <w:rPr>
        <w:rFonts w:hint="eastAsia"/>
      </w:rPr>
      <w:t>第</w:t>
    </w:r>
    <w:fldSimple w:instr=" PAGE   \* MERGEFORMAT ">
      <w:r w:rsidR="00D30498" w:rsidRPr="00D30498">
        <w:rPr>
          <w:noProof/>
          <w:lang w:val="zh-TW"/>
        </w:rPr>
        <w:t>2</w:t>
      </w:r>
    </w:fldSimple>
    <w:r>
      <w:rPr>
        <w:rFonts w:hint="eastAsia"/>
      </w:rPr>
      <w:t>頁，共</w:t>
    </w:r>
    <w:r>
      <w:rPr>
        <w:rFonts w:hint="eastAsia"/>
      </w:rPr>
      <w:t>2</w:t>
    </w:r>
    <w:r>
      <w:rPr>
        <w:rFonts w:hint="eastAsia"/>
      </w:rPr>
      <w:t>頁。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705" w:rsidRDefault="000B1705" w:rsidP="00290B28">
      <w:r>
        <w:separator/>
      </w:r>
    </w:p>
  </w:footnote>
  <w:footnote w:type="continuationSeparator" w:id="0">
    <w:p w:rsidR="000B1705" w:rsidRDefault="000B1705" w:rsidP="0029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1895"/>
    <w:multiLevelType w:val="hybridMultilevel"/>
    <w:tmpl w:val="3A0438F2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306552"/>
    <w:multiLevelType w:val="hybridMultilevel"/>
    <w:tmpl w:val="86E4439A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FBA04B0"/>
    <w:multiLevelType w:val="multilevel"/>
    <w:tmpl w:val="3A0438F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DF0954"/>
    <w:multiLevelType w:val="hybridMultilevel"/>
    <w:tmpl w:val="10E46AD4"/>
    <w:lvl w:ilvl="0" w:tplc="F768DE48">
      <w:start w:val="1"/>
      <w:numFmt w:val="decimalZero"/>
      <w:lvlText w:val="%1.(   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173ED4"/>
    <w:multiLevelType w:val="hybridMultilevel"/>
    <w:tmpl w:val="08B2E26E"/>
    <w:lvl w:ilvl="0" w:tplc="B6AE9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F364033"/>
    <w:multiLevelType w:val="hybridMultilevel"/>
    <w:tmpl w:val="3A2C2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53F4B54"/>
    <w:multiLevelType w:val="hybridMultilevel"/>
    <w:tmpl w:val="08B2E26E"/>
    <w:lvl w:ilvl="0" w:tplc="B6AE9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5A05001"/>
    <w:multiLevelType w:val="multilevel"/>
    <w:tmpl w:val="3A0438F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6F26ABE"/>
    <w:multiLevelType w:val="hybridMultilevel"/>
    <w:tmpl w:val="08B2E26E"/>
    <w:lvl w:ilvl="0" w:tplc="B6AE9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6956889"/>
    <w:multiLevelType w:val="hybridMultilevel"/>
    <w:tmpl w:val="3A2C2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EE07141"/>
    <w:multiLevelType w:val="hybridMultilevel"/>
    <w:tmpl w:val="3A0438F2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65DD1EE2"/>
    <w:multiLevelType w:val="hybridMultilevel"/>
    <w:tmpl w:val="3A0438F2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6F75C27"/>
    <w:multiLevelType w:val="hybridMultilevel"/>
    <w:tmpl w:val="08B2E26E"/>
    <w:lvl w:ilvl="0" w:tplc="B6AE9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E7B27EE"/>
    <w:multiLevelType w:val="hybridMultilevel"/>
    <w:tmpl w:val="3A0438F2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7FD273D5"/>
    <w:multiLevelType w:val="hybridMultilevel"/>
    <w:tmpl w:val="E078D8F4"/>
    <w:lvl w:ilvl="0" w:tplc="2520C0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7"/>
  </w:num>
  <w:num w:numId="5">
    <w:abstractNumId w:val="1"/>
  </w:num>
  <w:num w:numId="6">
    <w:abstractNumId w:val="13"/>
  </w:num>
  <w:num w:numId="7">
    <w:abstractNumId w:val="0"/>
  </w:num>
  <w:num w:numId="8">
    <w:abstractNumId w:val="11"/>
  </w:num>
  <w:num w:numId="9">
    <w:abstractNumId w:val="8"/>
  </w:num>
  <w:num w:numId="10">
    <w:abstractNumId w:val="4"/>
  </w:num>
  <w:num w:numId="11">
    <w:abstractNumId w:val="12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E2F"/>
    <w:rsid w:val="00004199"/>
    <w:rsid w:val="00012E48"/>
    <w:rsid w:val="00040E93"/>
    <w:rsid w:val="00041526"/>
    <w:rsid w:val="000665D9"/>
    <w:rsid w:val="000A6811"/>
    <w:rsid w:val="000B0D16"/>
    <w:rsid w:val="000B0F16"/>
    <w:rsid w:val="000B1705"/>
    <w:rsid w:val="000B4106"/>
    <w:rsid w:val="000B6E83"/>
    <w:rsid w:val="000B7320"/>
    <w:rsid w:val="000C5FE8"/>
    <w:rsid w:val="000D6B2C"/>
    <w:rsid w:val="000E4E9B"/>
    <w:rsid w:val="000F34FA"/>
    <w:rsid w:val="000F4F3B"/>
    <w:rsid w:val="00102665"/>
    <w:rsid w:val="00136903"/>
    <w:rsid w:val="00140613"/>
    <w:rsid w:val="001552AA"/>
    <w:rsid w:val="0016222F"/>
    <w:rsid w:val="0016426A"/>
    <w:rsid w:val="00171325"/>
    <w:rsid w:val="0018454D"/>
    <w:rsid w:val="001B394B"/>
    <w:rsid w:val="001B7CD9"/>
    <w:rsid w:val="001D4333"/>
    <w:rsid w:val="001F7A8C"/>
    <w:rsid w:val="002158C4"/>
    <w:rsid w:val="00251E05"/>
    <w:rsid w:val="002626A4"/>
    <w:rsid w:val="0026640E"/>
    <w:rsid w:val="00287335"/>
    <w:rsid w:val="00290B28"/>
    <w:rsid w:val="00296E11"/>
    <w:rsid w:val="002A001A"/>
    <w:rsid w:val="002A4F90"/>
    <w:rsid w:val="002B4F99"/>
    <w:rsid w:val="002C2C2D"/>
    <w:rsid w:val="002E18E2"/>
    <w:rsid w:val="00304FB7"/>
    <w:rsid w:val="003227C7"/>
    <w:rsid w:val="0032569A"/>
    <w:rsid w:val="00340D35"/>
    <w:rsid w:val="00346DCA"/>
    <w:rsid w:val="00347FA4"/>
    <w:rsid w:val="0035143F"/>
    <w:rsid w:val="00377017"/>
    <w:rsid w:val="00377D90"/>
    <w:rsid w:val="00383EDE"/>
    <w:rsid w:val="003906D0"/>
    <w:rsid w:val="003A3220"/>
    <w:rsid w:val="003B172C"/>
    <w:rsid w:val="003B732C"/>
    <w:rsid w:val="003D403B"/>
    <w:rsid w:val="003E0908"/>
    <w:rsid w:val="003F2CAD"/>
    <w:rsid w:val="003F7717"/>
    <w:rsid w:val="003F781B"/>
    <w:rsid w:val="00423524"/>
    <w:rsid w:val="00423C92"/>
    <w:rsid w:val="00426F78"/>
    <w:rsid w:val="00440A36"/>
    <w:rsid w:val="0044325A"/>
    <w:rsid w:val="00443F5C"/>
    <w:rsid w:val="00445C01"/>
    <w:rsid w:val="004505D7"/>
    <w:rsid w:val="0045499A"/>
    <w:rsid w:val="00456A9D"/>
    <w:rsid w:val="00460E57"/>
    <w:rsid w:val="004656A9"/>
    <w:rsid w:val="00470C4E"/>
    <w:rsid w:val="00471114"/>
    <w:rsid w:val="004744FE"/>
    <w:rsid w:val="00490F74"/>
    <w:rsid w:val="004A5C5C"/>
    <w:rsid w:val="004B15CC"/>
    <w:rsid w:val="004C481C"/>
    <w:rsid w:val="004C6C68"/>
    <w:rsid w:val="004D4C1A"/>
    <w:rsid w:val="004D5F48"/>
    <w:rsid w:val="004E410B"/>
    <w:rsid w:val="004E4523"/>
    <w:rsid w:val="00501133"/>
    <w:rsid w:val="0050636C"/>
    <w:rsid w:val="00520AFE"/>
    <w:rsid w:val="00551550"/>
    <w:rsid w:val="00572E10"/>
    <w:rsid w:val="005974CB"/>
    <w:rsid w:val="005D3A04"/>
    <w:rsid w:val="005E430E"/>
    <w:rsid w:val="005E5256"/>
    <w:rsid w:val="005E676E"/>
    <w:rsid w:val="006002C7"/>
    <w:rsid w:val="00607D53"/>
    <w:rsid w:val="00614D4D"/>
    <w:rsid w:val="00615EC1"/>
    <w:rsid w:val="00651481"/>
    <w:rsid w:val="006705A1"/>
    <w:rsid w:val="006B5663"/>
    <w:rsid w:val="006D347D"/>
    <w:rsid w:val="006D69CB"/>
    <w:rsid w:val="00717B19"/>
    <w:rsid w:val="00724792"/>
    <w:rsid w:val="00746986"/>
    <w:rsid w:val="00751929"/>
    <w:rsid w:val="007525A1"/>
    <w:rsid w:val="0075452E"/>
    <w:rsid w:val="00754AA9"/>
    <w:rsid w:val="007561F6"/>
    <w:rsid w:val="0076318B"/>
    <w:rsid w:val="0077402F"/>
    <w:rsid w:val="00774348"/>
    <w:rsid w:val="007761E9"/>
    <w:rsid w:val="00793137"/>
    <w:rsid w:val="007970D4"/>
    <w:rsid w:val="007A7C0B"/>
    <w:rsid w:val="007B7A38"/>
    <w:rsid w:val="007E7A36"/>
    <w:rsid w:val="007F0DBB"/>
    <w:rsid w:val="007F20D6"/>
    <w:rsid w:val="008330CE"/>
    <w:rsid w:val="0083723D"/>
    <w:rsid w:val="00840EA2"/>
    <w:rsid w:val="00843427"/>
    <w:rsid w:val="00860F1F"/>
    <w:rsid w:val="00861201"/>
    <w:rsid w:val="00864D82"/>
    <w:rsid w:val="00870A42"/>
    <w:rsid w:val="0087361E"/>
    <w:rsid w:val="008865DD"/>
    <w:rsid w:val="008A20F1"/>
    <w:rsid w:val="008A6025"/>
    <w:rsid w:val="008B0417"/>
    <w:rsid w:val="008B4F22"/>
    <w:rsid w:val="008B533B"/>
    <w:rsid w:val="008B7169"/>
    <w:rsid w:val="008C54A2"/>
    <w:rsid w:val="008C7D4C"/>
    <w:rsid w:val="008C7EAA"/>
    <w:rsid w:val="008F66F8"/>
    <w:rsid w:val="008F71AF"/>
    <w:rsid w:val="009051A9"/>
    <w:rsid w:val="009341E7"/>
    <w:rsid w:val="00946B0E"/>
    <w:rsid w:val="00985BF3"/>
    <w:rsid w:val="009A00FF"/>
    <w:rsid w:val="009D537E"/>
    <w:rsid w:val="009E571C"/>
    <w:rsid w:val="00A0127B"/>
    <w:rsid w:val="00A40C9E"/>
    <w:rsid w:val="00A45CBD"/>
    <w:rsid w:val="00A51272"/>
    <w:rsid w:val="00A6072D"/>
    <w:rsid w:val="00A71108"/>
    <w:rsid w:val="00A73AB2"/>
    <w:rsid w:val="00A76E72"/>
    <w:rsid w:val="00A83732"/>
    <w:rsid w:val="00A96000"/>
    <w:rsid w:val="00A9797F"/>
    <w:rsid w:val="00AA2552"/>
    <w:rsid w:val="00AB1554"/>
    <w:rsid w:val="00AB6758"/>
    <w:rsid w:val="00AC0C10"/>
    <w:rsid w:val="00AD0347"/>
    <w:rsid w:val="00AF2F86"/>
    <w:rsid w:val="00AF6081"/>
    <w:rsid w:val="00B20685"/>
    <w:rsid w:val="00B23500"/>
    <w:rsid w:val="00B40A40"/>
    <w:rsid w:val="00B42B41"/>
    <w:rsid w:val="00B47F49"/>
    <w:rsid w:val="00B57D41"/>
    <w:rsid w:val="00B949D9"/>
    <w:rsid w:val="00B96616"/>
    <w:rsid w:val="00BA17A4"/>
    <w:rsid w:val="00BA64A4"/>
    <w:rsid w:val="00BC1E2F"/>
    <w:rsid w:val="00BE1C3C"/>
    <w:rsid w:val="00BE2583"/>
    <w:rsid w:val="00BE630F"/>
    <w:rsid w:val="00BF49EE"/>
    <w:rsid w:val="00C05652"/>
    <w:rsid w:val="00C1745F"/>
    <w:rsid w:val="00C20CCA"/>
    <w:rsid w:val="00C2545A"/>
    <w:rsid w:val="00C3593D"/>
    <w:rsid w:val="00C43A5A"/>
    <w:rsid w:val="00C45A61"/>
    <w:rsid w:val="00C53873"/>
    <w:rsid w:val="00C7346D"/>
    <w:rsid w:val="00CA5202"/>
    <w:rsid w:val="00CA68DE"/>
    <w:rsid w:val="00CD3730"/>
    <w:rsid w:val="00CE2FBD"/>
    <w:rsid w:val="00D04826"/>
    <w:rsid w:val="00D27E46"/>
    <w:rsid w:val="00D30498"/>
    <w:rsid w:val="00D64B40"/>
    <w:rsid w:val="00D6776A"/>
    <w:rsid w:val="00D717EB"/>
    <w:rsid w:val="00D91043"/>
    <w:rsid w:val="00D92C43"/>
    <w:rsid w:val="00D92D8F"/>
    <w:rsid w:val="00DA3991"/>
    <w:rsid w:val="00DB3183"/>
    <w:rsid w:val="00DC41C5"/>
    <w:rsid w:val="00DC667A"/>
    <w:rsid w:val="00DC747F"/>
    <w:rsid w:val="00DD61FC"/>
    <w:rsid w:val="00E11EEA"/>
    <w:rsid w:val="00E15572"/>
    <w:rsid w:val="00E23981"/>
    <w:rsid w:val="00E330EC"/>
    <w:rsid w:val="00E45C0B"/>
    <w:rsid w:val="00E657DE"/>
    <w:rsid w:val="00E90117"/>
    <w:rsid w:val="00E97436"/>
    <w:rsid w:val="00EB2731"/>
    <w:rsid w:val="00EF2FB8"/>
    <w:rsid w:val="00EF502C"/>
    <w:rsid w:val="00F04AC4"/>
    <w:rsid w:val="00F06900"/>
    <w:rsid w:val="00F43E91"/>
    <w:rsid w:val="00F469EE"/>
    <w:rsid w:val="00F57F4A"/>
    <w:rsid w:val="00F91B8F"/>
    <w:rsid w:val="00FD59A4"/>
    <w:rsid w:val="00FE250C"/>
    <w:rsid w:val="00FE5DC0"/>
    <w:rsid w:val="00FE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40E"/>
    <w:pPr>
      <w:widowControl w:val="0"/>
      <w:spacing w:line="320" w:lineRule="exact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40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90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290B28"/>
    <w:rPr>
      <w:kern w:val="2"/>
    </w:rPr>
  </w:style>
  <w:style w:type="paragraph" w:styleId="a6">
    <w:name w:val="footer"/>
    <w:basedOn w:val="a"/>
    <w:link w:val="a7"/>
    <w:uiPriority w:val="99"/>
    <w:rsid w:val="00290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290B28"/>
    <w:rPr>
      <w:kern w:val="2"/>
    </w:rPr>
  </w:style>
  <w:style w:type="paragraph" w:styleId="a8">
    <w:name w:val="List Paragraph"/>
    <w:basedOn w:val="a"/>
    <w:uiPriority w:val="34"/>
    <w:qFormat/>
    <w:rsid w:val="003E0908"/>
    <w:pPr>
      <w:ind w:leftChars="200" w:left="480"/>
    </w:pPr>
  </w:style>
  <w:style w:type="character" w:styleId="a9">
    <w:name w:val="annotation reference"/>
    <w:rsid w:val="003E0908"/>
    <w:rPr>
      <w:sz w:val="18"/>
      <w:szCs w:val="18"/>
    </w:rPr>
  </w:style>
  <w:style w:type="paragraph" w:styleId="aa">
    <w:name w:val="annotation text"/>
    <w:basedOn w:val="a"/>
    <w:link w:val="ab"/>
    <w:rsid w:val="003E0908"/>
  </w:style>
  <w:style w:type="character" w:customStyle="1" w:styleId="ab">
    <w:name w:val="註解文字 字元"/>
    <w:link w:val="aa"/>
    <w:rsid w:val="003E0908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3E0908"/>
    <w:rPr>
      <w:b/>
      <w:bCs/>
    </w:rPr>
  </w:style>
  <w:style w:type="character" w:customStyle="1" w:styleId="ad">
    <w:name w:val="註解主旨 字元"/>
    <w:link w:val="ac"/>
    <w:rsid w:val="003E0908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rsid w:val="003E0908"/>
    <w:rPr>
      <w:rFonts w:ascii="Cambria" w:hAnsi="Cambria"/>
      <w:sz w:val="18"/>
      <w:szCs w:val="18"/>
    </w:rPr>
  </w:style>
  <w:style w:type="character" w:customStyle="1" w:styleId="af">
    <w:name w:val="註解方塊文字 字元"/>
    <w:link w:val="ae"/>
    <w:rsid w:val="003E090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cument\Dropbox\2quiz\&#27573;&#32771;&#31684;&#26412;104.02.06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段考範本104.02.06</Template>
  <TotalTime>848</TotalTime>
  <Pages>2</Pages>
  <Words>417</Words>
  <Characters>2380</Characters>
  <Application>Microsoft Office Word</Application>
  <DocSecurity>0</DocSecurity>
  <Lines>19</Lines>
  <Paragraphs>5</Paragraphs>
  <ScaleCrop>false</ScaleCrop>
  <Company>CMT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七年級歷史科 1-1(滿分100，錯一格3分，扣至零分為止)                                                    班級_________座號________姓名</dc:title>
  <dc:creator>orca</dc:creator>
  <cp:lastModifiedBy>orca</cp:lastModifiedBy>
  <cp:revision>59</cp:revision>
  <cp:lastPrinted>2015-10-01T06:14:00Z</cp:lastPrinted>
  <dcterms:created xsi:type="dcterms:W3CDTF">2015-09-23T12:58:00Z</dcterms:created>
  <dcterms:modified xsi:type="dcterms:W3CDTF">2015-10-05T05:50:00Z</dcterms:modified>
</cp:coreProperties>
</file>